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6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8"/>
          <w:sz w:val="40"/>
        </w:rPr>
        <w:t>C</w:t>
      </w:r>
      <w:r>
        <w:rPr>
          <w:rFonts w:ascii="Arial"/>
          <w:b/>
          <w:color w:val="4F61AB"/>
          <w:spacing w:val="-9"/>
          <w:sz w:val="40"/>
        </w:rPr>
        <w:t>o</w:t>
      </w:r>
      <w:r>
        <w:rPr>
          <w:rFonts w:ascii="Arial"/>
          <w:b/>
          <w:color w:val="4F61AB"/>
          <w:spacing w:val="-8"/>
          <w:sz w:val="40"/>
        </w:rPr>
        <w:t>mp</w:t>
      </w:r>
      <w:r>
        <w:rPr>
          <w:rFonts w:ascii="Arial"/>
          <w:b/>
          <w:color w:val="4F61AB"/>
          <w:spacing w:val="-9"/>
          <w:sz w:val="40"/>
        </w:rPr>
        <w:t>u</w:t>
      </w:r>
      <w:r>
        <w:rPr>
          <w:rFonts w:ascii="Arial"/>
          <w:b/>
          <w:color w:val="4F61AB"/>
          <w:spacing w:val="-8"/>
          <w:sz w:val="40"/>
        </w:rPr>
        <w:t>ter</w:t>
      </w:r>
      <w:r>
        <w:rPr>
          <w:rFonts w:ascii="Arial"/>
          <w:b/>
          <w:color w:val="4F61AB"/>
          <w:spacing w:val="-23"/>
          <w:sz w:val="40"/>
        </w:rPr>
        <w:t> </w:t>
      </w:r>
      <w:r>
        <w:rPr>
          <w:rFonts w:ascii="Arial"/>
          <w:b/>
          <w:color w:val="4F61AB"/>
          <w:spacing w:val="-7"/>
          <w:sz w:val="40"/>
        </w:rPr>
        <w:t>a</w:t>
      </w:r>
      <w:r>
        <w:rPr>
          <w:rFonts w:ascii="Arial"/>
          <w:b/>
          <w:color w:val="4F61AB"/>
          <w:spacing w:val="-8"/>
          <w:sz w:val="40"/>
        </w:rPr>
        <w:t>nd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7"/>
          <w:sz w:val="40"/>
        </w:rPr>
        <w:t>Net</w:t>
      </w:r>
      <w:r>
        <w:rPr>
          <w:rFonts w:ascii="Arial"/>
          <w:b/>
          <w:color w:val="4F61AB"/>
          <w:spacing w:val="-8"/>
          <w:sz w:val="40"/>
        </w:rPr>
        <w:t>wo</w:t>
      </w:r>
      <w:r>
        <w:rPr>
          <w:rFonts w:ascii="Arial"/>
          <w:b/>
          <w:color w:val="4F61AB"/>
          <w:spacing w:val="-7"/>
          <w:sz w:val="40"/>
        </w:rPr>
        <w:t>rk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9"/>
          <w:sz w:val="40"/>
        </w:rPr>
        <w:t>O</w:t>
      </w:r>
      <w:r>
        <w:rPr>
          <w:rFonts w:ascii="Arial"/>
          <w:b/>
          <w:color w:val="4F61AB"/>
          <w:spacing w:val="-8"/>
          <w:sz w:val="40"/>
        </w:rPr>
        <w:t>r</w:t>
      </w:r>
      <w:r>
        <w:rPr>
          <w:rFonts w:ascii="Arial"/>
          <w:b/>
          <w:color w:val="4F61AB"/>
          <w:spacing w:val="-9"/>
          <w:sz w:val="40"/>
        </w:rPr>
        <w:t>i</w:t>
      </w:r>
      <w:r>
        <w:rPr>
          <w:rFonts w:ascii="Arial"/>
          <w:b/>
          <w:color w:val="4F61AB"/>
          <w:spacing w:val="-8"/>
          <w:sz w:val="40"/>
        </w:rPr>
        <w:t>e</w:t>
      </w:r>
      <w:r>
        <w:rPr>
          <w:rFonts w:ascii="Arial"/>
          <w:b/>
          <w:color w:val="4F61AB"/>
          <w:spacing w:val="-9"/>
          <w:sz w:val="40"/>
        </w:rPr>
        <w:t>n</w:t>
      </w:r>
      <w:r>
        <w:rPr>
          <w:rFonts w:ascii="Arial"/>
          <w:b/>
          <w:color w:val="4F61AB"/>
          <w:spacing w:val="-8"/>
          <w:sz w:val="40"/>
        </w:rPr>
        <w:t>tat</w:t>
      </w:r>
      <w:r>
        <w:rPr>
          <w:rFonts w:ascii="Arial"/>
          <w:b/>
          <w:color w:val="4F61AB"/>
          <w:spacing w:val="-9"/>
          <w:sz w:val="40"/>
        </w:rPr>
        <w:t>ion</w:t>
      </w:r>
      <w:r>
        <w:rPr>
          <w:rFonts w:ascii="Arial"/>
          <w:sz w:val="40"/>
        </w:rPr>
      </w:r>
    </w:p>
    <w:p>
      <w:pPr>
        <w:spacing w:before="95"/>
        <w:ind w:left="6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(Mechanical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and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Architectural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5"/>
          <w:sz w:val="32"/>
        </w:rPr>
        <w:t>CAD)</w:t>
      </w:r>
      <w:r>
        <w:rPr>
          <w:rFonts w:ascii="Arial"/>
          <w:sz w:val="3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1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133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about the set-up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lab computers and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79"/>
        </w:rPr>
        <w:t> </w:t>
      </w:r>
      <w:r>
        <w:rPr>
          <w:color w:val="4C4D4F"/>
        </w:rPr>
        <w:t>network.</w:t>
      </w:r>
      <w:r>
        <w:rPr>
          <w:color w:val="4C4D4F"/>
          <w:spacing w:val="-1"/>
        </w:rPr>
        <w:t> By grade eight, most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had </w:t>
      </w: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computers.</w:t>
      </w:r>
      <w:r>
        <w:rPr>
          <w:color w:val="4C4D4F"/>
        </w:rPr>
        <w:t>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3"/>
          <w:w w:val="99"/>
        </w:rPr>
        <w:t> </w:t>
      </w:r>
      <w:r>
        <w:rPr>
          <w:color w:val="4C4D4F"/>
        </w:rPr>
        <w:t>cell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phones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tablets,</w:t>
      </w:r>
      <w:r>
        <w:rPr>
          <w:color w:val="4C4D4F"/>
        </w:rPr>
        <w:t> some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never</w:t>
      </w:r>
      <w:r>
        <w:rPr>
          <w:color w:val="4C4D4F"/>
          <w:spacing w:val="-1"/>
        </w:rPr>
        <w:t> actually</w:t>
      </w:r>
      <w:r>
        <w:rPr>
          <w:color w:val="4C4D4F"/>
        </w:rPr>
        <w:t> logged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school computers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accessed</w:t>
      </w:r>
      <w:r>
        <w:rPr>
          <w:color w:val="4C4D4F"/>
          <w:spacing w:val="-1"/>
        </w:rPr>
        <w:t> their home drive </w:t>
      </w:r>
      <w:r>
        <w:rPr>
          <w:color w:val="4C4D4F"/>
          <w:spacing w:val="-2"/>
        </w:rPr>
        <w:t>(network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drive)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not</w:t>
      </w:r>
      <w:r>
        <w:rPr>
          <w:color w:val="4C4D4F"/>
        </w:rPr>
        <w:t> </w:t>
      </w:r>
      <w:r>
        <w:rPr>
          <w:color w:val="4C4D4F"/>
          <w:spacing w:val="-1"/>
        </w:rPr>
        <w:t>understand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setup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directories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organize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Log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Understand how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</w:rPr>
        <w:t>network </w:t>
      </w:r>
      <w:r>
        <w:rPr>
          <w:color w:val="4C4D4F"/>
          <w:spacing w:val="-1"/>
        </w:rPr>
        <w:t>works </w:t>
      </w:r>
      <w:r>
        <w:rPr>
          <w:color w:val="4C4D4F"/>
          <w:spacing w:val="-3"/>
        </w:rPr>
        <w:t>(server,</w:t>
      </w:r>
      <w:r>
        <w:rPr>
          <w:color w:val="4C4D4F"/>
        </w:rPr>
        <w:t> </w:t>
      </w:r>
      <w:r>
        <w:rPr>
          <w:color w:val="4C4D4F"/>
          <w:spacing w:val="-1"/>
        </w:rPr>
        <w:t>client </w:t>
      </w:r>
      <w:r>
        <w:rPr>
          <w:color w:val="4C4D4F"/>
          <w:spacing w:val="-2"/>
        </w:rPr>
        <w:t>computer)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Gain</w:t>
      </w:r>
      <w:r>
        <w:rPr>
          <w:color w:val="4C4D4F"/>
          <w:spacing w:val="-2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networks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passwords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Navigate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a home </w:t>
      </w:r>
      <w:r>
        <w:rPr>
          <w:rFonts w:ascii="Arial"/>
          <w:color w:val="4C4D4F"/>
          <w:spacing w:val="-2"/>
        </w:rPr>
        <w:t>drive,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directories,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username and password to</w:t>
      </w:r>
      <w:r>
        <w:rPr>
          <w:color w:val="4C4D4F"/>
          <w:spacing w:val="-2"/>
        </w:rPr>
        <w:t> </w:t>
      </w:r>
      <w:r>
        <w:rPr>
          <w:color w:val="4C4D4F"/>
        </w:rPr>
        <w:t>access </w:t>
      </w:r>
      <w:r>
        <w:rPr>
          <w:color w:val="4C4D4F"/>
          <w:spacing w:val="-1"/>
        </w:rPr>
        <w:t>the school </w:t>
      </w:r>
      <w:r>
        <w:rPr>
          <w:color w:val="4C4D4F"/>
        </w:rPr>
        <w:t>network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Not know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log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network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Not know what</w:t>
      </w:r>
      <w:r>
        <w:rPr>
          <w:color w:val="4C4D4F"/>
        </w:rPr>
        <w:t> a</w:t>
      </w:r>
      <w:r>
        <w:rPr>
          <w:color w:val="4C4D4F"/>
          <w:spacing w:val="-1"/>
        </w:rPr>
        <w:t> home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drive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network </w:t>
      </w:r>
      <w:r>
        <w:rPr>
          <w:color w:val="4C4D4F"/>
          <w:spacing w:val="-1"/>
        </w:rPr>
        <w:t>is (My</w:t>
      </w:r>
      <w:r>
        <w:rPr>
          <w:color w:val="4C4D4F"/>
        </w:rPr>
        <w:t> </w:t>
      </w:r>
      <w:r>
        <w:rPr>
          <w:color w:val="4C4D4F"/>
          <w:spacing w:val="-2"/>
        </w:rPr>
        <w:t>Documents)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84" w:lineRule="auto" w:before="137" w:after="0"/>
        <w:ind w:left="1140" w:right="1559" w:hanging="270"/>
        <w:jc w:val="left"/>
      </w:pP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importance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keeping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organized,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navigate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63"/>
        </w:rPr>
        <w:t> </w:t>
      </w:r>
      <w:r>
        <w:rPr>
          <w:color w:val="4C4D4F"/>
        </w:rPr>
        <w:t>network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305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2"/>
        </w:rPr>
        <w:t>Client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computer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single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“user”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connect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9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server, </w:t>
      </w:r>
      <w:r>
        <w:rPr>
          <w:rFonts w:ascii="Arial" w:hAnsi="Arial" w:cs="Arial" w:eastAsia="Arial"/>
          <w:color w:val="4C4D4F"/>
          <w:spacing w:val="-1"/>
        </w:rPr>
        <w:t>access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files,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access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Internet,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print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networked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4"/>
        </w:rPr>
        <w:t>printer.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left="600" w:right="1133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Home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drive</w:t>
      </w:r>
      <w:r>
        <w:rPr>
          <w:color w:val="4C4D4F"/>
          <w:spacing w:val="-3"/>
        </w:rPr>
        <w:t>: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server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reserved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3"/>
        </w:rPr>
        <w:t> (students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eachers)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store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  <w:spacing w:val="-2"/>
        </w:rPr>
        <w:t>their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files.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4"/>
        </w:rPr>
        <w:t>Typically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only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people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4"/>
        </w:rPr>
        <w:t>have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access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user’s </w:t>
      </w:r>
      <w:r>
        <w:rPr>
          <w:rFonts w:ascii="Arial" w:hAnsi="Arial" w:cs="Arial" w:eastAsia="Arial"/>
          <w:color w:val="4C4D4F"/>
          <w:spacing w:val="-2"/>
        </w:rPr>
        <w:t>home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drive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are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user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89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adminis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left="600" w:right="1305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Internet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system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computers</w:t>
      </w:r>
      <w:r>
        <w:rPr>
          <w:color w:val="4C4D4F"/>
          <w:spacing w:val="-4"/>
        </w:rPr>
        <w:t> (servers)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millions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computers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global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computers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</w:rPr>
        <w:t>“talk”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same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language. </w:t>
      </w:r>
      <w:r>
        <w:rPr>
          <w:color w:val="4C4D4F"/>
          <w:spacing w:val="-2"/>
        </w:rPr>
        <w:t>This</w:t>
      </w:r>
      <w:r>
        <w:rPr>
          <w:color w:val="4C4D4F"/>
          <w:spacing w:val="89"/>
        </w:rPr>
        <w:t> </w:t>
      </w:r>
      <w:r>
        <w:rPr>
          <w:color w:val="4C4D4F"/>
          <w:spacing w:val="-2"/>
        </w:rPr>
        <w:t>language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Internet</w:t>
      </w:r>
      <w:r>
        <w:rPr>
          <w:rFonts w:ascii="Arial" w:hAnsi="Arial" w:cs="Arial" w:eastAsia="Arial"/>
          <w:i/>
          <w:color w:val="4C4D4F"/>
          <w:spacing w:val="-4"/>
        </w:rPr>
        <w:t> </w:t>
      </w:r>
      <w:r>
        <w:rPr>
          <w:rFonts w:ascii="Arial" w:hAnsi="Arial" w:cs="Arial" w:eastAsia="Arial"/>
          <w:i/>
          <w:color w:val="4C4D4F"/>
          <w:spacing w:val="-3"/>
        </w:rPr>
        <w:t>Protocol</w:t>
      </w:r>
      <w:r>
        <w:rPr>
          <w:color w:val="4C4D4F"/>
          <w:spacing w:val="-3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Personal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brought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access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5"/>
        </w:rPr>
        <w:t> </w:t>
      </w:r>
      <w:r>
        <w:rPr>
          <w:color w:val="4C4D4F"/>
          <w:spacing w:val="-3"/>
        </w:rPr>
        <w:t>Internet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wireless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rou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er</w:t>
      </w:r>
      <w:r>
        <w:rPr>
          <w:color w:val="4C4D4F"/>
          <w:spacing w:val="-6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network.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1211"/>
        <w:jc w:val="left"/>
      </w:pPr>
      <w:r>
        <w:rPr>
          <w:rFonts w:ascii="Arial"/>
          <w:b/>
          <w:color w:val="4C4D4F"/>
          <w:spacing w:val="-1"/>
        </w:rPr>
        <w:t>Network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group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computers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linked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hubs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switches,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wirelessly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routers.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  <w:spacing w:val="-4"/>
        </w:rPr>
        <w:t>server</w:t>
      </w:r>
      <w:r>
        <w:rPr>
          <w:color w:val="4C4D4F"/>
          <w:spacing w:val="-5"/>
        </w:rPr>
        <w:t>,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3"/>
        </w:rPr>
        <w:t>many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client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computers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(teachers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uden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s) </w:t>
      </w:r>
      <w:r>
        <w:rPr>
          <w:color w:val="4C4D4F"/>
          <w:spacing w:val="-3"/>
        </w:rPr>
        <w:t>use,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many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93"/>
          <w:w w:val="99"/>
        </w:rPr>
        <w:t> </w:t>
      </w:r>
      <w:r>
        <w:rPr>
          <w:color w:val="4C4D4F"/>
          <w:spacing w:val="-2"/>
        </w:rPr>
        <w:t>hardware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printers,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hubs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switches</w:t>
      </w:r>
      <w:r>
        <w:rPr>
          <w:color w:val="4C4D4F"/>
          <w:spacing w:val="-3"/>
        </w:rPr>
        <w:t> (Figure </w:t>
      </w:r>
      <w:r>
        <w:rPr>
          <w:color w:val="4C4D4F"/>
          <w:spacing w:val="-8"/>
        </w:rPr>
        <w:t>1)</w:t>
      </w:r>
      <w:r>
        <w:rPr>
          <w:color w:val="4C4D4F"/>
          <w:spacing w:val="-9"/>
        </w:rPr>
        <w:t>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177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02.75pt;height:307.75pt;mso-position-horizontal-relative:char;mso-position-vertical-relative:line" coordorigin="0,0" coordsize="8055,6155">
            <v:group style="position:absolute;left:3962;top:692;width:2;height:1396" coordorigin="3962,692" coordsize="2,1396">
              <v:shape style="position:absolute;left:3962;top:692;width:2;height:1396" coordorigin="3962,692" coordsize="0,1396" path="m3962,692l3962,2087e" filled="false" stroked="true" strokeweight="2.85pt" strokecolor="#bcbec0">
                <v:path arrowok="t"/>
              </v:shape>
            </v:group>
            <v:group style="position:absolute;left:1501;top:2071;width:4965;height:2" coordorigin="1501,2071" coordsize="4965,2">
              <v:shape style="position:absolute;left:1501;top:2071;width:4965;height:2" coordorigin="1501,2071" coordsize="4965,0" path="m6466,2071l1501,2071e" filled="false" stroked="true" strokeweight="2.85pt" strokecolor="#bcbec0">
                <v:path arrowok="t"/>
              </v:shape>
            </v:group>
            <v:group style="position:absolute;left:2520;top:2105;width:1226;height:1153" coordorigin="2520,2105" coordsize="1226,1153">
              <v:shape style="position:absolute;left:2520;top:2105;width:1226;height:1153" coordorigin="2520,2105" coordsize="1226,1153" path="m3745,2105l2520,3257e" filled="false" stroked="true" strokeweight="2.85pt" strokecolor="#bcbec0">
                <v:path arrowok="t"/>
              </v:shape>
            </v:group>
            <v:group style="position:absolute;left:4400;top:3331;width:246;height:1860" coordorigin="4400,3331" coordsize="246,1860">
              <v:shape style="position:absolute;left:4400;top:3331;width:246;height:1860" coordorigin="4400,3331" coordsize="246,1860" path="m4400,5190l4646,3331e" filled="false" stroked="true" strokeweight="2.85pt" strokecolor="#bcbec0">
                <v:path arrowok="t"/>
              </v:shape>
            </v:group>
            <v:group style="position:absolute;left:5226;top:3411;width:878;height:1771" coordorigin="5226,3411" coordsize="878,1771">
              <v:shape style="position:absolute;left:5226;top:3411;width:878;height:1771" coordorigin="5226,3411" coordsize="878,1771" path="m5226,3411l6103,5181e" filled="false" stroked="true" strokeweight="2.85pt" strokecolor="#bcbec0">
                <v:path arrowok="t"/>
              </v:shape>
            </v:group>
            <v:group style="position:absolute;left:2699;top:3322;width:3893;height:2" coordorigin="2699,3322" coordsize="3893,2">
              <v:shape style="position:absolute;left:2699;top:3322;width:3893;height:2" coordorigin="2699,3322" coordsize="3893,0" path="m2699,3322l6592,3322e" filled="false" stroked="true" strokeweight="2.85pt" strokecolor="#bcbec0">
                <v:path arrowok="t"/>
              </v:shape>
              <v:shape style="position:absolute;left:5264;top:335;width:2676;height:1891" type="#_x0000_t75" stroked="false">
                <v:imagedata r:id="rId10" o:title=""/>
              </v:shape>
            </v:group>
            <v:group style="position:absolute;left:3439;top:2012;width:1089;height:186" coordorigin="3439,2012" coordsize="1089,186">
              <v:shape style="position:absolute;left:3439;top:2012;width:1089;height:186" coordorigin="3439,2012" coordsize="1089,186" path="m3439,2012l3439,2151,4528,2197,4528,2042,3439,2012xe" filled="true" fillcolor="#a7a9ac" stroked="false">
                <v:path arrowok="t"/>
                <v:fill type="solid"/>
              </v:shape>
            </v:group>
            <v:group style="position:absolute;left:3439;top:2012;width:1089;height:186" coordorigin="3439,2012" coordsize="1089,186">
              <v:shape style="position:absolute;left:3439;top:2012;width:1089;height:186" coordorigin="3439,2012" coordsize="1089,186" path="m3439,2012l4528,2042,4528,2197,3439,2151,3439,2012xe" filled="false" stroked="true" strokeweight=".475pt" strokecolor="#020302">
                <v:path arrowok="t"/>
              </v:shape>
            </v:group>
            <v:group style="position:absolute;left:3439;top:1945;width:1199;height:97" coordorigin="3439,1945" coordsize="1199,97">
              <v:shape style="position:absolute;left:3439;top:1945;width:1199;height:97" coordorigin="3439,1945" coordsize="1199,97" path="m3697,1945l3439,2012,4528,2042,4638,1966,3697,1945xe" filled="true" fillcolor="#d1d3d4" stroked="false">
                <v:path arrowok="t"/>
                <v:fill type="solid"/>
              </v:shape>
            </v:group>
            <v:group style="position:absolute;left:3439;top:1945;width:1199;height:97" coordorigin="3439,1945" coordsize="1199,97">
              <v:shape style="position:absolute;left:3439;top:1945;width:1199;height:97" coordorigin="3439,1945" coordsize="1199,97" path="m3439,2012l3697,1945,4638,1966,4528,2042,3439,2012xe" filled="false" stroked="true" strokeweight=".475pt" strokecolor="#020302">
                <v:path arrowok="t"/>
              </v:shape>
            </v:group>
            <v:group style="position:absolute;left:4528;top:1966;width:110;height:232" coordorigin="4528,1966" coordsize="110,232">
              <v:shape style="position:absolute;left:4528;top:1966;width:110;height:232" coordorigin="4528,1966" coordsize="110,232" path="m4638,1966l4528,2042,4528,2198,4638,2075,4638,1966xe" filled="true" fillcolor="#939598" stroked="false">
                <v:path arrowok="t"/>
                <v:fill type="solid"/>
              </v:shape>
            </v:group>
            <v:group style="position:absolute;left:4528;top:1966;width:110;height:232" coordorigin="4528,1966" coordsize="110,232">
              <v:shape style="position:absolute;left:4528;top:1966;width:110;height:232" coordorigin="4528,1966" coordsize="110,232" path="m4638,1966l4638,2075,4528,2198,4528,2042,4638,1966xe" filled="false" stroked="true" strokeweight=".475pt" strokecolor="#020302">
                <v:path arrowok="t"/>
              </v:shape>
            </v:group>
            <v:group style="position:absolute;left:4140;top:2132;width:193;height:58" coordorigin="4140,2132" coordsize="193,58">
              <v:shape style="position:absolute;left:4140;top:2132;width:193;height:58" coordorigin="4140,2132" coordsize="193,58" path="m4150,2132l4140,2142,4140,2181,4333,2189,4333,2148,4324,2138,4312,2138,4150,2132xe" filled="true" fillcolor="#414042" stroked="false">
                <v:path arrowok="t"/>
                <v:fill type="solid"/>
              </v:shape>
            </v:group>
            <v:group style="position:absolute;left:4140;top:2132;width:193;height:58" coordorigin="4140,2132" coordsize="193,58">
              <v:shape style="position:absolute;left:4140;top:2132;width:193;height:58" coordorigin="4140,2132" coordsize="193,58" path="m4333,2159l4333,2189,4140,2181,4140,2154,4140,2142,4150,2132,4163,2132,4312,2138,4324,2138,4333,2148,4333,2159xe" filled="false" stroked="true" strokeweight=".475pt" strokecolor="#020302">
                <v:path arrowok="t"/>
              </v:shape>
            </v:group>
            <v:group style="position:absolute;left:3439;top:2012;width:1089;height:80" coordorigin="3439,2012" coordsize="1089,80">
              <v:shape style="position:absolute;left:3439;top:2012;width:1089;height:80" coordorigin="3439,2012" coordsize="1089,80" path="m3439,2012l3439,2080,3642,2091,3642,2064,4528,2064,4528,2042,3439,2012xe" filled="true" fillcolor="#808285" stroked="false">
                <v:path arrowok="t"/>
                <v:fill type="solid"/>
              </v:shape>
              <v:shape style="position:absolute;left:3439;top:2012;width:1089;height:80" coordorigin="3439,2012" coordsize="1089,80" path="m4528,2064l3642,2064,4528,2088,4528,2064xe" filled="true" fillcolor="#808285" stroked="false">
                <v:path arrowok="t"/>
                <v:fill type="solid"/>
              </v:shape>
            </v:group>
            <v:group style="position:absolute;left:3439;top:2012;width:1089;height:80" coordorigin="3439,2012" coordsize="1089,80">
              <v:shape style="position:absolute;left:3439;top:2012;width:1089;height:80" coordorigin="3439,2012" coordsize="1089,80" path="m3439,2080l3642,2091,3642,2064,4528,2088,4528,2042,3439,2012,3439,2080xe" filled="false" stroked="true" strokeweight=".475pt" strokecolor="#020302">
                <v:path arrowok="t"/>
              </v:shape>
            </v:group>
            <v:group style="position:absolute;left:4596;top:2000;width:25;height:97" coordorigin="4596,2000" coordsize="25,97">
              <v:shape style="position:absolute;left:4596;top:2000;width:25;height:97" coordorigin="4596,2000" coordsize="25,97" path="m4621,2000l4596,2022,4596,2096,4621,2071,4621,2000xe" filled="true" fillcolor="#414042" stroked="false">
                <v:path arrowok="t"/>
                <v:fill type="solid"/>
              </v:shape>
              <v:shape style="position:absolute;left:3173;top:0;width:1721;height:769" type="#_x0000_t75" stroked="false">
                <v:imagedata r:id="rId11" o:title=""/>
              </v:shape>
            </v:group>
            <v:group style="position:absolute;left:1452;top:3331;width:673;height:854" coordorigin="1452,3331" coordsize="673,854">
              <v:shape style="position:absolute;left:1452;top:3331;width:673;height:854" coordorigin="1452,3331" coordsize="673,854" path="m2124,3331l1452,4185e" filled="false" stroked="true" strokeweight="2.85pt" strokecolor="#bcbec0">
                <v:path arrowok="t"/>
              </v:shape>
            </v:group>
            <v:group style="position:absolute;left:1956;top:3286;width:1058;height:158" coordorigin="1956,3286" coordsize="1058,158">
              <v:shape style="position:absolute;left:1956;top:3286;width:1058;height:158" coordorigin="1956,3286" coordsize="1058,158" path="m1956,3286l1956,3393,3013,3443,3013,3314,1956,3286xe" filled="true" fillcolor="#a7a9ac" stroked="false">
                <v:path arrowok="t"/>
                <v:fill type="solid"/>
              </v:shape>
            </v:group>
            <v:group style="position:absolute;left:1956;top:3286;width:1058;height:158" coordorigin="1956,3286" coordsize="1058,158">
              <v:shape style="position:absolute;left:1956;top:3286;width:1058;height:158" coordorigin="1956,3286" coordsize="1058,158" path="m1956,3286l3013,3314,3013,3443,1956,3393,1956,3286xe" filled="false" stroked="true" strokeweight=".475pt" strokecolor="#020302">
                <v:path arrowok="t"/>
              </v:shape>
            </v:group>
            <v:group style="position:absolute;left:1956;top:3208;width:1127;height:107" coordorigin="1956,3208" coordsize="1127,107">
              <v:shape style="position:absolute;left:1956;top:3208;width:1127;height:107" coordorigin="1956,3208" coordsize="1127,107" path="m2240,3208l1956,3286,3013,3314,3083,3234,2240,3208xe" filled="true" fillcolor="#d1d3d4" stroked="false">
                <v:path arrowok="t"/>
                <v:fill type="solid"/>
              </v:shape>
            </v:group>
            <v:group style="position:absolute;left:1956;top:3208;width:1127;height:107" coordorigin="1956,3208" coordsize="1127,107">
              <v:shape style="position:absolute;left:1956;top:3208;width:1127;height:107" coordorigin="1956,3208" coordsize="1127,107" path="m1956,3286l2240,3208,3083,3234,3013,3314,1956,3286xe" filled="false" stroked="true" strokeweight=".475pt" strokecolor="#020302">
                <v:path arrowok="t"/>
              </v:shape>
            </v:group>
            <v:group style="position:absolute;left:3013;top:3234;width:70;height:210" coordorigin="3013,3234" coordsize="70,210">
              <v:shape style="position:absolute;left:3013;top:3234;width:70;height:210" coordorigin="3013,3234" coordsize="70,210" path="m3083,3234l3013,3314,3013,3443,3083,3322,3083,3234xe" filled="true" fillcolor="#939598" stroked="false">
                <v:path arrowok="t"/>
                <v:fill type="solid"/>
              </v:shape>
            </v:group>
            <v:group style="position:absolute;left:3013;top:3234;width:70;height:210" coordorigin="3013,3234" coordsize="70,210">
              <v:shape style="position:absolute;left:3013;top:3234;width:70;height:210" coordorigin="3013,3234" coordsize="70,210" path="m3083,3234l3083,3322,3013,3443,3013,3314,3083,3234xe" filled="false" stroked="true" strokeweight=".475pt" strokecolor="#020302">
                <v:path arrowok="t"/>
              </v:shape>
            </v:group>
            <v:group style="position:absolute;left:1972;top:3300;width:21;height:82" coordorigin="1972,3300" coordsize="21,82">
              <v:shape style="position:absolute;left:1972;top:3300;width:21;height:82" coordorigin="1972,3300" coordsize="21,82" path="m1982,3300l1982,3381e" filled="false" stroked="true" strokeweight="1.129pt" strokecolor="#414042">
                <v:path arrowok="t"/>
              </v:shape>
            </v:group>
            <v:group style="position:absolute;left:2937;top:3383;width:56;height:48" coordorigin="2937,3383" coordsize="56,48">
              <v:shape style="position:absolute;left:2937;top:3383;width:56;height:48" coordorigin="2937,3383" coordsize="56,48" path="m2937,3383l2938,3427,2992,3430,2992,3384,2937,3383xe" filled="true" fillcolor="#939598" stroked="false">
                <v:path arrowok="t"/>
                <v:fill type="solid"/>
              </v:shape>
            </v:group>
            <v:group style="position:absolute;left:2937;top:3383;width:56;height:48" coordorigin="2937,3383" coordsize="56,48">
              <v:shape style="position:absolute;left:2937;top:3383;width:56;height:48" coordorigin="2937,3383" coordsize="56,48" path="m2937,3383l2992,3384,2992,3430,2938,3427,2937,3383xe" filled="false" stroked="true" strokeweight=".475pt" strokecolor="#020302">
                <v:path arrowok="t"/>
              </v:shape>
            </v:group>
            <v:group style="position:absolute;left:2949;top:3394;width:30;height:25" coordorigin="2949,3394" coordsize="30,25">
              <v:shape style="position:absolute;left:2949;top:3394;width:30;height:25" coordorigin="2949,3394" coordsize="30,25" path="m2949,3406l2979,3406e" filled="false" stroked="true" strokeweight="1.335pt" strokecolor="#020302">
                <v:path arrowok="t"/>
              </v:shape>
            </v:group>
            <v:group style="position:absolute;left:2869;top:3381;width:53;height:45" coordorigin="2869,3381" coordsize="53,45">
              <v:shape style="position:absolute;left:2869;top:3381;width:53;height:45" coordorigin="2869,3381" coordsize="53,45" path="m2869,3381l2871,3423,2922,3426,2922,3382,2869,3381xe" filled="true" fillcolor="#939598" stroked="false">
                <v:path arrowok="t"/>
                <v:fill type="solid"/>
              </v:shape>
            </v:group>
            <v:group style="position:absolute;left:2869;top:3381;width:53;height:45" coordorigin="2869,3381" coordsize="53,45">
              <v:shape style="position:absolute;left:2869;top:3381;width:53;height:45" coordorigin="2869,3381" coordsize="53,45" path="m2869,3381l2922,3382,2922,3426,2871,3423,2869,3381xe" filled="false" stroked="true" strokeweight=".475pt" strokecolor="#020302">
                <v:path arrowok="t"/>
              </v:shape>
            </v:group>
            <v:group style="position:absolute;left:2882;top:3392;width:28;height:24" coordorigin="2882,3392" coordsize="28,24">
              <v:shape style="position:absolute;left:2882;top:3392;width:28;height:24" coordorigin="2882,3392" coordsize="28,24" path="m2882,3404l2909,3404e" filled="false" stroked="true" strokeweight="1.268pt" strokecolor="#020302">
                <v:path arrowok="t"/>
              </v:shape>
            </v:group>
            <v:group style="position:absolute;left:2398;top:3325;width:448;height:89" coordorigin="2398,3325" coordsize="448,89">
              <v:shape style="position:absolute;left:2398;top:3325;width:448;height:89" coordorigin="2398,3325" coordsize="448,89" path="m2398,3325l2398,3392,2846,3413,2846,3338,2398,3325xe" filled="true" fillcolor="#010202" stroked="false">
                <v:path arrowok="t"/>
                <v:fill type="solid"/>
              </v:shape>
            </v:group>
            <v:group style="position:absolute;left:2398;top:3325;width:448;height:89" coordorigin="2398,3325" coordsize="448,89">
              <v:shape style="position:absolute;left:2398;top:3325;width:448;height:89" coordorigin="2398,3325" coordsize="448,89" path="m2846,3338l2846,3413,2398,3392,2398,3325,2846,3338xe" filled="false" stroked="true" strokeweight=".475pt" strokecolor="#020302">
                <v:path arrowok="t"/>
              </v:shape>
            </v:group>
            <v:group style="position:absolute;left:2830;top:3381;width:17;height:32" coordorigin="2830,3381" coordsize="17,32">
              <v:shape style="position:absolute;left:2830;top:3381;width:17;height:32" coordorigin="2830,3381" coordsize="17,32" path="m2830,3397l2846,3397e" filled="false" stroked="true" strokeweight="1.7pt" strokecolor="#939598">
                <v:path arrowok="t"/>
              </v:shape>
            </v:group>
            <v:group style="position:absolute;left:2784;top:3409;width:16;height:2" coordorigin="2784,3409" coordsize="16,2">
              <v:shape style="position:absolute;left:2784;top:3409;width:16;height:2" coordorigin="2784,3409" coordsize="16,2" path="m2784,3410l2800,3410e" filled="false" stroked="true" strokeweight=".2pt" strokecolor="#939598">
                <v:path arrowok="t"/>
              </v:shape>
            </v:group>
            <v:group style="position:absolute;left:2781;top:3381;width:19;height:28" coordorigin="2781,3381" coordsize="19,28">
              <v:shape style="position:absolute;left:2781;top:3381;width:19;height:28" coordorigin="2781,3381" coordsize="19,28" path="m2781,3395l2800,3395e" filled="false" stroked="true" strokeweight="1.5pt" strokecolor="#939598">
                <v:path arrowok="t"/>
              </v:shape>
            </v:group>
            <v:group style="position:absolute;left:2781;top:3379;width:65;height:2" coordorigin="2781,3379" coordsize="65,2">
              <v:shape style="position:absolute;left:2781;top:3379;width:65;height:2" coordorigin="2781,3379" coordsize="65,2" path="m2781,3380l2846,3380e" filled="false" stroked="true" strokeweight=".2pt" strokecolor="#939598">
                <v:path arrowok="t"/>
              </v:shape>
            </v:group>
            <v:group style="position:absolute;left:2741;top:3407;width:11;height:2" coordorigin="2741,3407" coordsize="11,2">
              <v:shape style="position:absolute;left:2741;top:3407;width:11;height:2" coordorigin="2741,3407" coordsize="11,2" path="m2741,3408l2752,3408e" filled="false" stroked="true" strokeweight=".2pt" strokecolor="#939598">
                <v:path arrowok="t"/>
              </v:shape>
            </v:group>
            <v:group style="position:absolute;left:2733;top:3379;width:19;height:28" coordorigin="2733,3379" coordsize="19,28">
              <v:shape style="position:absolute;left:2733;top:3379;width:19;height:28" coordorigin="2733,3379" coordsize="19,28" path="m2733,3393l2752,3393e" filled="false" stroked="true" strokeweight="1.5pt" strokecolor="#939598">
                <v:path arrowok="t"/>
              </v:shape>
            </v:group>
            <v:group style="position:absolute;left:2733;top:3378;width:113;height:2" coordorigin="2733,3378" coordsize="113,2">
              <v:shape style="position:absolute;left:2733;top:3378;width:113;height:2" coordorigin="2733,3378" coordsize="113,0" path="m2733,3378l2846,3378e" filled="false" stroked="true" strokeweight=".2pt" strokecolor="#939598">
                <v:path arrowok="t"/>
              </v:shape>
            </v:group>
            <v:group style="position:absolute;left:2698;top:3405;width:6;height:2" coordorigin="2698,3405" coordsize="6,2">
              <v:shape style="position:absolute;left:2698;top:3405;width:6;height:2" coordorigin="2698,3405" coordsize="6,2" path="m2698,3406l2704,3406e" filled="false" stroked="true" strokeweight=".2pt" strokecolor="#939598">
                <v:path arrowok="t"/>
              </v:shape>
            </v:group>
            <v:group style="position:absolute;left:2685;top:3377;width:19;height:28" coordorigin="2685,3377" coordsize="19,28">
              <v:shape style="position:absolute;left:2685;top:3377;width:19;height:28" coordorigin="2685,3377" coordsize="19,28" path="m2685,3391l2704,3391e" filled="false" stroked="true" strokeweight="1.5pt" strokecolor="#939598">
                <v:path arrowok="t"/>
              </v:shape>
            </v:group>
            <v:group style="position:absolute;left:2637;top:3375;width:210;height:2" coordorigin="2637,3375" coordsize="210,2">
              <v:shape style="position:absolute;left:2637;top:3375;width:210;height:2" coordorigin="2637,3375" coordsize="210,0" path="m2637,3375l2846,3375e" filled="false" stroked="true" strokeweight=".3pt" strokecolor="#939598">
                <v:path arrowok="t"/>
              </v:shape>
            </v:group>
            <v:group style="position:absolute;left:2637;top:3375;width:19;height:28" coordorigin="2637,3375" coordsize="19,28">
              <v:shape style="position:absolute;left:2637;top:3375;width:19;height:28" coordorigin="2637,3375" coordsize="19,28" path="m2637,3389l2655,3389e" filled="false" stroked="true" strokeweight="1.5pt" strokecolor="#939598">
                <v:path arrowok="t"/>
              </v:shape>
            </v:group>
            <v:group style="position:absolute;left:2588;top:3373;width:19;height:28" coordorigin="2588,3373" coordsize="19,28">
              <v:shape style="position:absolute;left:2588;top:3373;width:19;height:28" coordorigin="2588,3373" coordsize="19,28" path="m2588,3387l2607,3387e" filled="false" stroked="true" strokeweight="1.5pt" strokecolor="#939598">
                <v:path arrowok="t"/>
              </v:shape>
            </v:group>
            <v:group style="position:absolute;left:2588;top:3372;width:258;height:2" coordorigin="2588,3372" coordsize="258,2">
              <v:shape style="position:absolute;left:2588;top:3372;width:258;height:2" coordorigin="2588,3372" coordsize="258,0" path="m2588,3372l2846,3372e" filled="false" stroked="true" strokeweight=".2pt" strokecolor="#939598">
                <v:path arrowok="t"/>
              </v:shape>
            </v:group>
            <v:group style="position:absolute;left:2540;top:3371;width:19;height:28" coordorigin="2540,3371" coordsize="19,28">
              <v:shape style="position:absolute;left:2540;top:3371;width:19;height:28" coordorigin="2540,3371" coordsize="19,28" path="m2540,3385l2559,3385e" filled="false" stroked="true" strokeweight="1.5pt" strokecolor="#939598">
                <v:path arrowok="t"/>
              </v:shape>
            </v:group>
            <v:group style="position:absolute;left:2540;top:3370;width:306;height:2" coordorigin="2540,3370" coordsize="306,2">
              <v:shape style="position:absolute;left:2540;top:3370;width:306;height:2" coordorigin="2540,3370" coordsize="306,0" path="m2540,3370l2846,3370e" filled="false" stroked="true" strokeweight=".2pt" strokecolor="#939598">
                <v:path arrowok="t"/>
              </v:shape>
            </v:group>
            <v:group style="position:absolute;left:2492;top:3369;width:19;height:28" coordorigin="2492,3369" coordsize="19,28">
              <v:shape style="position:absolute;left:2492;top:3369;width:19;height:28" coordorigin="2492,3369" coordsize="19,28" path="m2492,3383l2511,3383e" filled="false" stroked="true" strokeweight="1.5pt" strokecolor="#939598">
                <v:path arrowok="t"/>
              </v:shape>
            </v:group>
            <v:group style="position:absolute;left:2492;top:3368;width:330;height:2" coordorigin="2492,3368" coordsize="330,2">
              <v:shape style="position:absolute;left:2492;top:3368;width:330;height:2" coordorigin="2492,3368" coordsize="330,0" path="m2492,3368l2822,3368e" filled="false" stroked="true" strokeweight=".2pt" strokecolor="#939598">
                <v:path arrowok="t"/>
              </v:shape>
            </v:group>
            <v:group style="position:absolute;left:2443;top:3367;width:19;height:28" coordorigin="2443,3367" coordsize="19,28">
              <v:shape style="position:absolute;left:2443;top:3367;width:19;height:28" coordorigin="2443,3367" coordsize="19,28" path="m2443,3381l2462,3381e" filled="false" stroked="true" strokeweight="1.5pt" strokecolor="#939598">
                <v:path arrowok="t"/>
              </v:shape>
            </v:group>
            <v:group style="position:absolute;left:2398;top:3365;width:375;height:2" coordorigin="2398,3365" coordsize="375,2">
              <v:shape style="position:absolute;left:2398;top:3365;width:375;height:2" coordorigin="2398,3365" coordsize="375,0" path="m2398,3365l2773,3365e" filled="false" stroked="true" strokeweight=".3pt" strokecolor="#939598">
                <v:path arrowok="t"/>
              </v:shape>
            </v:group>
            <v:group style="position:absolute;left:2398;top:3365;width:16;height:28" coordorigin="2398,3365" coordsize="16,28">
              <v:shape style="position:absolute;left:2398;top:3365;width:16;height:28" coordorigin="2398,3365" coordsize="16,28" path="m2398,3379l2414,3379e" filled="false" stroked="true" strokeweight="1.5pt" strokecolor="#939598">
                <v:path arrowok="t"/>
              </v:shape>
            </v:group>
            <v:group style="position:absolute;left:2398;top:3362;width:278;height:2" coordorigin="2398,3362" coordsize="278,2">
              <v:shape style="position:absolute;left:2398;top:3362;width:278;height:2" coordorigin="2398,3362" coordsize="278,0" path="m2398,3362l2676,3362e" filled="false" stroked="true" strokeweight=".2pt" strokecolor="#939598">
                <v:path arrowok="t"/>
              </v:shape>
            </v:group>
            <v:group style="position:absolute;left:2398;top:3360;width:230;height:2" coordorigin="2398,3360" coordsize="230,2">
              <v:shape style="position:absolute;left:2398;top:3360;width:230;height:2" coordorigin="2398,3360" coordsize="230,0" path="m2398,3360l2627,3360e" filled="false" stroked="true" strokeweight=".2pt" strokecolor="#939598">
                <v:path arrowok="t"/>
              </v:shape>
            </v:group>
            <v:group style="position:absolute;left:2398;top:3358;width:181;height:2" coordorigin="2398,3358" coordsize="181,2">
              <v:shape style="position:absolute;left:2398;top:3358;width:181;height:2" coordorigin="2398,3358" coordsize="181,0" path="m2398,3358l2579,3358e" filled="false" stroked="true" strokeweight=".2pt" strokecolor="#939598">
                <v:path arrowok="t"/>
              </v:shape>
            </v:group>
            <v:group style="position:absolute;left:2398;top:3355;width:133;height:2" coordorigin="2398,3355" coordsize="133,2">
              <v:shape style="position:absolute;left:2398;top:3355;width:133;height:2" coordorigin="2398,3355" coordsize="133,0" path="m2398,3355l2530,3355e" filled="false" stroked="true" strokeweight=".3pt" strokecolor="#939598">
                <v:path arrowok="t"/>
              </v:shape>
            </v:group>
            <v:group style="position:absolute;left:2398;top:3351;width:35;height:2" coordorigin="2398,3351" coordsize="35,2">
              <v:shape style="position:absolute;left:2398;top:3351;width:35;height:2" coordorigin="2398,3351" coordsize="35,2" path="m2398,3352l2433,3352e" filled="false" stroked="true" strokeweight=".2pt" strokecolor="#939598">
                <v:path arrowok="t"/>
              </v:shape>
            </v:group>
            <v:group style="position:absolute;left:2398;top:3325;width:16;height:26" coordorigin="2398,3325" coordsize="16,26">
              <v:shape style="position:absolute;left:2398;top:3325;width:16;height:26" coordorigin="2398,3325" coordsize="16,26" path="m2398,3338l2414,3338e" filled="false" stroked="true" strokeweight="1.4pt" strokecolor="#939598">
                <v:path arrowok="t"/>
              </v:shape>
            </v:group>
            <v:group style="position:absolute;left:2830;top:3338;width:17;height:31" coordorigin="2830,3338" coordsize="17,31">
              <v:shape style="position:absolute;left:2830;top:3338;width:17;height:31" coordorigin="2830,3338" coordsize="17,31" path="m2830,3353l2846,3353e" filled="false" stroked="true" strokeweight="1.629pt" strokecolor="#939598">
                <v:path arrowok="t"/>
              </v:shape>
            </v:group>
            <v:group style="position:absolute;left:2781;top:3337;width:19;height:31" coordorigin="2781,3337" coordsize="19,31">
              <v:shape style="position:absolute;left:2781;top:3337;width:19;height:31" coordorigin="2781,3337" coordsize="19,31" path="m2781,3352l2800,3352e" filled="false" stroked="true" strokeweight="1.601pt" strokecolor="#939598">
                <v:path arrowok="t"/>
              </v:shape>
            </v:group>
            <v:group style="position:absolute;left:2733;top:3335;width:19;height:30" coordorigin="2733,3335" coordsize="19,30">
              <v:shape style="position:absolute;left:2733;top:3335;width:19;height:30" coordorigin="2733,3335" coordsize="19,30" path="m2733,3350l2752,3350e" filled="false" stroked="true" strokeweight="1.574pt" strokecolor="#939598">
                <v:path arrowok="t"/>
              </v:shape>
            </v:group>
            <v:group style="position:absolute;left:2685;top:3334;width:19;height:29" coordorigin="2685,3334" coordsize="19,29">
              <v:shape style="position:absolute;left:2685;top:3334;width:19;height:29" coordorigin="2685,3334" coordsize="19,29" path="m2685,3348l2704,3348e" filled="false" stroked="true" strokeweight="1.546pt" strokecolor="#939598">
                <v:path arrowok="t"/>
              </v:shape>
            </v:group>
            <v:group style="position:absolute;left:2637;top:3332;width:19;height:29" coordorigin="2637,3332" coordsize="19,29">
              <v:shape style="position:absolute;left:2637;top:3332;width:19;height:29" coordorigin="2637,3332" coordsize="19,29" path="m2637,3346l2655,3346e" filled="false" stroked="true" strokeweight="1.52pt" strokecolor="#939598">
                <v:path arrowok="t"/>
              </v:shape>
            </v:group>
            <v:group style="position:absolute;left:2588;top:3331;width:19;height:28" coordorigin="2588,3331" coordsize="19,28">
              <v:shape style="position:absolute;left:2588;top:3331;width:19;height:28" coordorigin="2588,3331" coordsize="19,28" path="m2588,3345l2607,3345e" filled="false" stroked="true" strokeweight="1.493pt" strokecolor="#939598">
                <v:path arrowok="t"/>
              </v:shape>
            </v:group>
            <v:group style="position:absolute;left:2540;top:3329;width:19;height:28" coordorigin="2540,3329" coordsize="19,28">
              <v:shape style="position:absolute;left:2540;top:3329;width:19;height:28" coordorigin="2540,3329" coordsize="19,28" path="m2540,3343l2559,3343e" filled="false" stroked="true" strokeweight="1.466pt" strokecolor="#939598">
                <v:path arrowok="t"/>
              </v:shape>
            </v:group>
            <v:group style="position:absolute;left:2492;top:3328;width:19;height:27" coordorigin="2492,3328" coordsize="19,27">
              <v:shape style="position:absolute;left:2492;top:3328;width:19;height:27" coordorigin="2492,3328" coordsize="19,27" path="m2492,3341l2511,3341e" filled="false" stroked="true" strokeweight="1.439pt" strokecolor="#939598">
                <v:path arrowok="t"/>
              </v:shape>
            </v:group>
            <v:group style="position:absolute;left:2443;top:3326;width:19;height:27" coordorigin="2443,3326" coordsize="19,27">
              <v:shape style="position:absolute;left:2443;top:3326;width:19;height:27" coordorigin="2443,3326" coordsize="19,27" path="m2443,3340l2462,3340e" filled="false" stroked="true" strokeweight="1.412pt" strokecolor="#939598">
                <v:path arrowok="t"/>
              </v:shape>
            </v:group>
            <v:group style="position:absolute;left:2398;top:3325;width:448;height:89" coordorigin="2398,3325" coordsize="448,89">
              <v:shape style="position:absolute;left:2398;top:3325;width:448;height:89" coordorigin="2398,3325" coordsize="448,89" path="m2846,3369l2846,3369,2846,3338,2830,3338,2830,3369,2800,3367,2800,3337,2781,3337,2781,3367,2752,3365,2752,3336,2733,3335,2733,3365,2704,3363,2704,3334,2685,3334,2685,3363,2655,3361,2655,3333,2637,3332,2637,3361,2607,3359,2607,3331,2588,3331,2588,3359,2559,3357,2559,3330,2540,3329,2540,3357,2511,3355,2511,3328,2492,3328,2492,3355,2462,3353,2462,3327,2443,3326,2443,3353,2414,3351,2414,3326,2398,3325,2398,3357,2398,3364,2398,3364,2398,3392,2414,3393,2414,3364,2443,3366,2443,3394,2462,3395,2462,3366,2492,3368,2492,3397,2511,3398,2511,3368,2540,3370,2540,3399,2559,3400,2559,3370,2588,3372,2588,3401,2607,3402,2607,3372,2637,3374,2637,3403,2655,3404,2655,3374,2685,3376,2685,3406,2704,3406,2704,3376,2733,3378,2733,3408,2752,3409,2752,3378,2781,3380,2781,3410,2800,3411,2800,3380,2830,3382,2830,3412,2846,3413,2846,3376,2846,3369xe" filled="false" stroked="true" strokeweight=".475pt" strokecolor="#020302">
                <v:path arrowok="t"/>
              </v:shape>
            </v:group>
            <v:group style="position:absolute;left:4382;top:3286;width:1058;height:158" coordorigin="4382,3286" coordsize="1058,158">
              <v:shape style="position:absolute;left:4382;top:3286;width:1058;height:158" coordorigin="4382,3286" coordsize="1058,158" path="m4382,3286l4382,3393,5439,3443,5439,3314,4382,3286xe" filled="true" fillcolor="#a7a9ac" stroked="false">
                <v:path arrowok="t"/>
                <v:fill type="solid"/>
              </v:shape>
            </v:group>
            <v:group style="position:absolute;left:4382;top:3286;width:1058;height:158" coordorigin="4382,3286" coordsize="1058,158">
              <v:shape style="position:absolute;left:4382;top:3286;width:1058;height:158" coordorigin="4382,3286" coordsize="1058,158" path="m4382,3286l5439,3314,5439,3443,4382,3393,4382,3286xe" filled="false" stroked="true" strokeweight=".475pt" strokecolor="#020302">
                <v:path arrowok="t"/>
              </v:shape>
            </v:group>
            <v:group style="position:absolute;left:4382;top:3208;width:1127;height:107" coordorigin="4382,3208" coordsize="1127,107">
              <v:shape style="position:absolute;left:4382;top:3208;width:1127;height:107" coordorigin="4382,3208" coordsize="1127,107" path="m4666,3208l4382,3286,5439,3314,5509,3234,4666,3208xe" filled="true" fillcolor="#d1d3d4" stroked="false">
                <v:path arrowok="t"/>
                <v:fill type="solid"/>
              </v:shape>
            </v:group>
            <v:group style="position:absolute;left:4382;top:3208;width:1127;height:107" coordorigin="4382,3208" coordsize="1127,107">
              <v:shape style="position:absolute;left:4382;top:3208;width:1127;height:107" coordorigin="4382,3208" coordsize="1127,107" path="m4382,3286l4666,3208,5509,3234,5439,3314,4382,3286xe" filled="false" stroked="true" strokeweight=".475pt" strokecolor="#020302">
                <v:path arrowok="t"/>
              </v:shape>
            </v:group>
            <v:group style="position:absolute;left:5439;top:3234;width:70;height:210" coordorigin="5439,3234" coordsize="70,210">
              <v:shape style="position:absolute;left:5439;top:3234;width:70;height:210" coordorigin="5439,3234" coordsize="70,210" path="m5509,3234l5439,3314,5439,3443,5509,3322,5509,3234xe" filled="true" fillcolor="#939598" stroked="false">
                <v:path arrowok="t"/>
                <v:fill type="solid"/>
              </v:shape>
            </v:group>
            <v:group style="position:absolute;left:5439;top:3234;width:70;height:210" coordorigin="5439,3234" coordsize="70,210">
              <v:shape style="position:absolute;left:5439;top:3234;width:70;height:210" coordorigin="5439,3234" coordsize="70,210" path="m5509,3234l5509,3322,5439,3443,5439,3314,5509,3234xe" filled="false" stroked="true" strokeweight=".475pt" strokecolor="#020302">
                <v:path arrowok="t"/>
              </v:shape>
            </v:group>
            <v:group style="position:absolute;left:4398;top:3300;width:21;height:82" coordorigin="4398,3300" coordsize="21,82">
              <v:shape style="position:absolute;left:4398;top:3300;width:21;height:82" coordorigin="4398,3300" coordsize="21,82" path="m4408,3300l4408,3381e" filled="false" stroked="true" strokeweight="1.129pt" strokecolor="#414042">
                <v:path arrowok="t"/>
              </v:shape>
            </v:group>
            <v:group style="position:absolute;left:5363;top:3383;width:56;height:48" coordorigin="5363,3383" coordsize="56,48">
              <v:shape style="position:absolute;left:5363;top:3383;width:56;height:48" coordorigin="5363,3383" coordsize="56,48" path="m5363,3383l5364,3427,5418,3430,5418,3384,5363,3383xe" filled="true" fillcolor="#939598" stroked="false">
                <v:path arrowok="t"/>
                <v:fill type="solid"/>
              </v:shape>
            </v:group>
            <v:group style="position:absolute;left:5363;top:3383;width:56;height:48" coordorigin="5363,3383" coordsize="56,48">
              <v:shape style="position:absolute;left:5363;top:3383;width:56;height:48" coordorigin="5363,3383" coordsize="56,48" path="m5363,3383l5418,3384,5418,3430,5364,3427,5363,3383xe" filled="false" stroked="true" strokeweight=".475pt" strokecolor="#020302">
                <v:path arrowok="t"/>
              </v:shape>
            </v:group>
            <v:group style="position:absolute;left:5375;top:3394;width:30;height:25" coordorigin="5375,3394" coordsize="30,25">
              <v:shape style="position:absolute;left:5375;top:3394;width:30;height:25" coordorigin="5375,3394" coordsize="30,25" path="m5375,3406l5405,3406e" filled="false" stroked="true" strokeweight="1.335pt" strokecolor="#020302">
                <v:path arrowok="t"/>
              </v:shape>
            </v:group>
            <v:group style="position:absolute;left:5295;top:3381;width:53;height:45" coordorigin="5295,3381" coordsize="53,45">
              <v:shape style="position:absolute;left:5295;top:3381;width:53;height:45" coordorigin="5295,3381" coordsize="53,45" path="m5295,3381l5297,3423,5348,3426,5348,3382,5295,3381xe" filled="true" fillcolor="#939598" stroked="false">
                <v:path arrowok="t"/>
                <v:fill type="solid"/>
              </v:shape>
            </v:group>
            <v:group style="position:absolute;left:5295;top:3381;width:53;height:45" coordorigin="5295,3381" coordsize="53,45">
              <v:shape style="position:absolute;left:5295;top:3381;width:53;height:45" coordorigin="5295,3381" coordsize="53,45" path="m5295,3381l5348,3382,5348,3426,5297,3423,5295,3381xe" filled="false" stroked="true" strokeweight=".475pt" strokecolor="#020302">
                <v:path arrowok="t"/>
              </v:shape>
            </v:group>
            <v:group style="position:absolute;left:5307;top:3392;width:28;height:24" coordorigin="5307,3392" coordsize="28,24">
              <v:shape style="position:absolute;left:5307;top:3392;width:28;height:24" coordorigin="5307,3392" coordsize="28,24" path="m5307,3404l5335,3404e" filled="false" stroked="true" strokeweight="1.268pt" strokecolor="#020302">
                <v:path arrowok="t"/>
              </v:shape>
            </v:group>
            <v:group style="position:absolute;left:4824;top:3325;width:448;height:89" coordorigin="4824,3325" coordsize="448,89">
              <v:shape style="position:absolute;left:4824;top:3325;width:448;height:89" coordorigin="4824,3325" coordsize="448,89" path="m4824,3325l4824,3392,5272,3413,5272,3338,4824,3325xe" filled="true" fillcolor="#010202" stroked="false">
                <v:path arrowok="t"/>
                <v:fill type="solid"/>
              </v:shape>
            </v:group>
            <v:group style="position:absolute;left:4824;top:3325;width:448;height:89" coordorigin="4824,3325" coordsize="448,89">
              <v:shape style="position:absolute;left:4824;top:3325;width:448;height:89" coordorigin="4824,3325" coordsize="448,89" path="m5272,3338l5272,3413,4824,3392,4824,3325,5272,3338xe" filled="false" stroked="true" strokeweight=".475pt" strokecolor="#020302">
                <v:path arrowok="t"/>
              </v:shape>
            </v:group>
            <v:group style="position:absolute;left:5256;top:3381;width:17;height:32" coordorigin="5256,3381" coordsize="17,32">
              <v:shape style="position:absolute;left:5256;top:3381;width:17;height:32" coordorigin="5256,3381" coordsize="17,32" path="m5256,3397l5272,3397e" filled="false" stroked="true" strokeweight="1.7pt" strokecolor="#939598">
                <v:path arrowok="t"/>
              </v:shape>
            </v:group>
            <v:group style="position:absolute;left:5210;top:3409;width:16;height:2" coordorigin="5210,3409" coordsize="16,2">
              <v:shape style="position:absolute;left:5210;top:3409;width:16;height:2" coordorigin="5210,3409" coordsize="16,2" path="m5210,3410l5226,3410e" filled="false" stroked="true" strokeweight=".2pt" strokecolor="#939598">
                <v:path arrowok="t"/>
              </v:shape>
            </v:group>
            <v:group style="position:absolute;left:5207;top:3381;width:19;height:28" coordorigin="5207,3381" coordsize="19,28">
              <v:shape style="position:absolute;left:5207;top:3381;width:19;height:28" coordorigin="5207,3381" coordsize="19,28" path="m5207,3395l5226,3395e" filled="false" stroked="true" strokeweight="1.5pt" strokecolor="#939598">
                <v:path arrowok="t"/>
              </v:shape>
            </v:group>
            <v:group style="position:absolute;left:5207;top:3379;width:65;height:2" coordorigin="5207,3379" coordsize="65,2">
              <v:shape style="position:absolute;left:5207;top:3379;width:65;height:2" coordorigin="5207,3379" coordsize="65,2" path="m5207,3380l5272,3380e" filled="false" stroked="true" strokeweight=".2pt" strokecolor="#939598">
                <v:path arrowok="t"/>
              </v:shape>
            </v:group>
            <v:group style="position:absolute;left:5167;top:3407;width:11;height:2" coordorigin="5167,3407" coordsize="11,2">
              <v:shape style="position:absolute;left:5167;top:3407;width:11;height:2" coordorigin="5167,3407" coordsize="11,2" path="m5167,3408l5178,3408e" filled="false" stroked="true" strokeweight=".2pt" strokecolor="#939598">
                <v:path arrowok="t"/>
              </v:shape>
            </v:group>
            <v:group style="position:absolute;left:5159;top:3379;width:19;height:28" coordorigin="5159,3379" coordsize="19,28">
              <v:shape style="position:absolute;left:5159;top:3379;width:19;height:28" coordorigin="5159,3379" coordsize="19,28" path="m5159,3393l5178,3393e" filled="false" stroked="true" strokeweight="1.5pt" strokecolor="#939598">
                <v:path arrowok="t"/>
              </v:shape>
            </v:group>
            <v:group style="position:absolute;left:5159;top:3378;width:113;height:2" coordorigin="5159,3378" coordsize="113,2">
              <v:shape style="position:absolute;left:5159;top:3378;width:113;height:2" coordorigin="5159,3378" coordsize="113,0" path="m5159,3378l5272,3378e" filled="false" stroked="true" strokeweight=".2pt" strokecolor="#939598">
                <v:path arrowok="t"/>
              </v:shape>
            </v:group>
            <v:group style="position:absolute;left:5124;top:3405;width:6;height:2" coordorigin="5124,3405" coordsize="6,2">
              <v:shape style="position:absolute;left:5124;top:3405;width:6;height:2" coordorigin="5124,3405" coordsize="6,2" path="m5124,3406l5130,3406e" filled="false" stroked="true" strokeweight=".2pt" strokecolor="#939598">
                <v:path arrowok="t"/>
              </v:shape>
            </v:group>
            <v:group style="position:absolute;left:5111;top:3377;width:19;height:28" coordorigin="5111,3377" coordsize="19,28">
              <v:shape style="position:absolute;left:5111;top:3377;width:19;height:28" coordorigin="5111,3377" coordsize="19,28" path="m5111,3391l5130,3391e" filled="false" stroked="true" strokeweight="1.5pt" strokecolor="#939598">
                <v:path arrowok="t"/>
              </v:shape>
            </v:group>
            <v:group style="position:absolute;left:5063;top:3375;width:210;height:2" coordorigin="5063,3375" coordsize="210,2">
              <v:shape style="position:absolute;left:5063;top:3375;width:210;height:2" coordorigin="5063,3375" coordsize="210,0" path="m5063,3375l5272,3375e" filled="false" stroked="true" strokeweight=".3pt" strokecolor="#939598">
                <v:path arrowok="t"/>
              </v:shape>
            </v:group>
            <v:group style="position:absolute;left:5063;top:3375;width:19;height:28" coordorigin="5063,3375" coordsize="19,28">
              <v:shape style="position:absolute;left:5063;top:3375;width:19;height:28" coordorigin="5063,3375" coordsize="19,28" path="m5063,3389l5081,3389e" filled="false" stroked="true" strokeweight="1.5pt" strokecolor="#939598">
                <v:path arrowok="t"/>
              </v:shape>
            </v:group>
            <v:group style="position:absolute;left:5014;top:3373;width:19;height:28" coordorigin="5014,3373" coordsize="19,28">
              <v:shape style="position:absolute;left:5014;top:3373;width:19;height:28" coordorigin="5014,3373" coordsize="19,28" path="m5014,3387l5033,3387e" filled="false" stroked="true" strokeweight="1.5pt" strokecolor="#939598">
                <v:path arrowok="t"/>
              </v:shape>
            </v:group>
            <v:group style="position:absolute;left:5014;top:3372;width:258;height:2" coordorigin="5014,3372" coordsize="258,2">
              <v:shape style="position:absolute;left:5014;top:3372;width:258;height:2" coordorigin="5014,3372" coordsize="258,0" path="m5014,3372l5272,3372e" filled="false" stroked="true" strokeweight=".2pt" strokecolor="#939598">
                <v:path arrowok="t"/>
              </v:shape>
            </v:group>
            <v:group style="position:absolute;left:4966;top:3371;width:19;height:28" coordorigin="4966,3371" coordsize="19,28">
              <v:shape style="position:absolute;left:4966;top:3371;width:19;height:28" coordorigin="4966,3371" coordsize="19,28" path="m4966,3385l4985,3385e" filled="false" stroked="true" strokeweight="1.5pt" strokecolor="#939598">
                <v:path arrowok="t"/>
              </v:shape>
            </v:group>
            <v:group style="position:absolute;left:4966;top:3370;width:306;height:2" coordorigin="4966,3370" coordsize="306,2">
              <v:shape style="position:absolute;left:4966;top:3370;width:306;height:2" coordorigin="4966,3370" coordsize="306,0" path="m4966,3370l5272,3370e" filled="false" stroked="true" strokeweight=".2pt" strokecolor="#939598">
                <v:path arrowok="t"/>
              </v:shape>
            </v:group>
            <v:group style="position:absolute;left:4918;top:3369;width:19;height:28" coordorigin="4918,3369" coordsize="19,28">
              <v:shape style="position:absolute;left:4918;top:3369;width:19;height:28" coordorigin="4918,3369" coordsize="19,28" path="m4918,3383l4937,3383e" filled="false" stroked="true" strokeweight="1.5pt" strokecolor="#939598">
                <v:path arrowok="t"/>
              </v:shape>
            </v:group>
            <v:group style="position:absolute;left:4918;top:3368;width:330;height:2" coordorigin="4918,3368" coordsize="330,2">
              <v:shape style="position:absolute;left:4918;top:3368;width:330;height:2" coordorigin="4918,3368" coordsize="330,0" path="m4918,3368l5247,3368e" filled="false" stroked="true" strokeweight=".2pt" strokecolor="#939598">
                <v:path arrowok="t"/>
              </v:shape>
            </v:group>
            <v:group style="position:absolute;left:4869;top:3367;width:19;height:28" coordorigin="4869,3367" coordsize="19,28">
              <v:shape style="position:absolute;left:4869;top:3367;width:19;height:28" coordorigin="4869,3367" coordsize="19,28" path="m4869,3381l4888,3381e" filled="false" stroked="true" strokeweight="1.5pt" strokecolor="#939598">
                <v:path arrowok="t"/>
              </v:shape>
            </v:group>
            <v:group style="position:absolute;left:4824;top:3365;width:375;height:2" coordorigin="4824,3365" coordsize="375,2">
              <v:shape style="position:absolute;left:4824;top:3365;width:375;height:2" coordorigin="4824,3365" coordsize="375,0" path="m4824,3365l5199,3365e" filled="false" stroked="true" strokeweight=".3pt" strokecolor="#939598">
                <v:path arrowok="t"/>
              </v:shape>
            </v:group>
            <v:group style="position:absolute;left:4824;top:3365;width:16;height:28" coordorigin="4824,3365" coordsize="16,28">
              <v:shape style="position:absolute;left:4824;top:3365;width:16;height:28" coordorigin="4824,3365" coordsize="16,28" path="m4824,3379l4840,3379e" filled="false" stroked="true" strokeweight="1.5pt" strokecolor="#939598">
                <v:path arrowok="t"/>
              </v:shape>
            </v:group>
            <v:group style="position:absolute;left:4824;top:3362;width:278;height:2" coordorigin="4824,3362" coordsize="278,2">
              <v:shape style="position:absolute;left:4824;top:3362;width:278;height:2" coordorigin="4824,3362" coordsize="278,0" path="m4824,3362l5102,3362e" filled="false" stroked="true" strokeweight=".2pt" strokecolor="#939598">
                <v:path arrowok="t"/>
              </v:shape>
            </v:group>
            <v:group style="position:absolute;left:4824;top:3360;width:230;height:2" coordorigin="4824,3360" coordsize="230,2">
              <v:shape style="position:absolute;left:4824;top:3360;width:230;height:2" coordorigin="4824,3360" coordsize="230,0" path="m4824,3360l5053,3360e" filled="false" stroked="true" strokeweight=".2pt" strokecolor="#939598">
                <v:path arrowok="t"/>
              </v:shape>
            </v:group>
            <v:group style="position:absolute;left:4824;top:3358;width:181;height:2" coordorigin="4824,3358" coordsize="181,2">
              <v:shape style="position:absolute;left:4824;top:3358;width:181;height:2" coordorigin="4824,3358" coordsize="181,0" path="m4824,3358l5005,3358e" filled="false" stroked="true" strokeweight=".2pt" strokecolor="#939598">
                <v:path arrowok="t"/>
              </v:shape>
            </v:group>
            <v:group style="position:absolute;left:4824;top:3355;width:133;height:2" coordorigin="4824,3355" coordsize="133,2">
              <v:shape style="position:absolute;left:4824;top:3355;width:133;height:2" coordorigin="4824,3355" coordsize="133,0" path="m4824,3355l4956,3355e" filled="false" stroked="true" strokeweight=".3pt" strokecolor="#939598">
                <v:path arrowok="t"/>
              </v:shape>
            </v:group>
            <v:group style="position:absolute;left:4824;top:3351;width:35;height:2" coordorigin="4824,3351" coordsize="35,2">
              <v:shape style="position:absolute;left:4824;top:3351;width:35;height:2" coordorigin="4824,3351" coordsize="35,2" path="m4824,3352l4859,3352e" filled="false" stroked="true" strokeweight=".2pt" strokecolor="#939598">
                <v:path arrowok="t"/>
              </v:shape>
            </v:group>
            <v:group style="position:absolute;left:4824;top:3325;width:16;height:26" coordorigin="4824,3325" coordsize="16,26">
              <v:shape style="position:absolute;left:4824;top:3325;width:16;height:26" coordorigin="4824,3325" coordsize="16,26" path="m4824,3338l4840,3338e" filled="false" stroked="true" strokeweight="1.4pt" strokecolor="#939598">
                <v:path arrowok="t"/>
              </v:shape>
            </v:group>
            <v:group style="position:absolute;left:5256;top:3338;width:17;height:31" coordorigin="5256,3338" coordsize="17,31">
              <v:shape style="position:absolute;left:5256;top:3338;width:17;height:31" coordorigin="5256,3338" coordsize="17,31" path="m5256,3353l5272,3353e" filled="false" stroked="true" strokeweight="1.629pt" strokecolor="#939598">
                <v:path arrowok="t"/>
              </v:shape>
            </v:group>
            <v:group style="position:absolute;left:5207;top:3337;width:19;height:31" coordorigin="5207,3337" coordsize="19,31">
              <v:shape style="position:absolute;left:5207;top:3337;width:19;height:31" coordorigin="5207,3337" coordsize="19,31" path="m5207,3352l5226,3352e" filled="false" stroked="true" strokeweight="1.601pt" strokecolor="#939598">
                <v:path arrowok="t"/>
              </v:shape>
            </v:group>
            <v:group style="position:absolute;left:5159;top:3335;width:19;height:30" coordorigin="5159,3335" coordsize="19,30">
              <v:shape style="position:absolute;left:5159;top:3335;width:19;height:30" coordorigin="5159,3335" coordsize="19,30" path="m5159,3350l5178,3350e" filled="false" stroked="true" strokeweight="1.574pt" strokecolor="#939598">
                <v:path arrowok="t"/>
              </v:shape>
            </v:group>
            <v:group style="position:absolute;left:5111;top:3334;width:19;height:29" coordorigin="5111,3334" coordsize="19,29">
              <v:shape style="position:absolute;left:5111;top:3334;width:19;height:29" coordorigin="5111,3334" coordsize="19,29" path="m5111,3348l5130,3348e" filled="false" stroked="true" strokeweight="1.546pt" strokecolor="#939598">
                <v:path arrowok="t"/>
              </v:shape>
            </v:group>
            <v:group style="position:absolute;left:5063;top:3332;width:19;height:29" coordorigin="5063,3332" coordsize="19,29">
              <v:shape style="position:absolute;left:5063;top:3332;width:19;height:29" coordorigin="5063,3332" coordsize="19,29" path="m5063,3346l5081,3346e" filled="false" stroked="true" strokeweight="1.52pt" strokecolor="#939598">
                <v:path arrowok="t"/>
              </v:shape>
            </v:group>
            <v:group style="position:absolute;left:5014;top:3331;width:19;height:28" coordorigin="5014,3331" coordsize="19,28">
              <v:shape style="position:absolute;left:5014;top:3331;width:19;height:28" coordorigin="5014,3331" coordsize="19,28" path="m5014,3345l5033,3345e" filled="false" stroked="true" strokeweight="1.493pt" strokecolor="#939598">
                <v:path arrowok="t"/>
              </v:shape>
            </v:group>
            <v:group style="position:absolute;left:4966;top:3329;width:19;height:28" coordorigin="4966,3329" coordsize="19,28">
              <v:shape style="position:absolute;left:4966;top:3329;width:19;height:28" coordorigin="4966,3329" coordsize="19,28" path="m4966,3343l4985,3343e" filled="false" stroked="true" strokeweight="1.466pt" strokecolor="#939598">
                <v:path arrowok="t"/>
              </v:shape>
            </v:group>
            <v:group style="position:absolute;left:4918;top:3328;width:19;height:27" coordorigin="4918,3328" coordsize="19,27">
              <v:shape style="position:absolute;left:4918;top:3328;width:19;height:27" coordorigin="4918,3328" coordsize="19,27" path="m4918,3341l4937,3341e" filled="false" stroked="true" strokeweight="1.439pt" strokecolor="#939598">
                <v:path arrowok="t"/>
              </v:shape>
            </v:group>
            <v:group style="position:absolute;left:4869;top:3326;width:19;height:27" coordorigin="4869,3326" coordsize="19,27">
              <v:shape style="position:absolute;left:4869;top:3326;width:19;height:27" coordorigin="4869,3326" coordsize="19,27" path="m4869,3340l4888,3340e" filled="false" stroked="true" strokeweight="1.412pt" strokecolor="#939598">
                <v:path arrowok="t"/>
              </v:shape>
            </v:group>
            <v:group style="position:absolute;left:4824;top:3325;width:448;height:89" coordorigin="4824,3325" coordsize="448,89">
              <v:shape style="position:absolute;left:4824;top:3325;width:448;height:89" coordorigin="4824,3325" coordsize="448,89" path="m5272,3369l5272,3369,5272,3338,5256,3338,5256,3369,5226,3367,5226,3337,5207,3337,5207,3367,5178,3365,5178,3336,5159,3335,5159,3365,5130,3363,5130,3334,5111,3334,5111,3363,5081,3361,5081,3333,5063,3332,5063,3361,5033,3359,5033,3331,5014,3331,5014,3359,4985,3357,4985,3330,4966,3329,4966,3357,4937,3355,4937,3328,4918,3328,4918,3355,4888,3353,4888,3327,4869,3326,4869,3353,4840,3351,4840,3326,4824,3325,4824,3357,4824,3364,4824,3364,4824,3392,4840,3393,4840,3364,4869,3366,4869,3394,4888,3395,4888,3366,4918,3368,4918,3397,4937,3398,4937,3368,4966,3370,4966,3399,4985,3400,4985,3370,5014,3372,5014,3401,5033,3402,5033,3372,5063,3374,5063,3403,5081,3404,5081,3374,5111,3376,5111,3406,5130,3406,5130,3376,5159,3378,5159,3408,5178,3409,5178,3378,5207,3380,5207,3410,5226,3411,5226,3380,5256,3382,5256,3412,5272,3413,5272,3376,5272,3369xe" filled="false" stroked="true" strokeweight=".475pt" strokecolor="#020302">
                <v:path arrowok="t"/>
              </v:shape>
            </v:group>
            <v:group style="position:absolute;left:1150;top:2184;width:477;height:83" coordorigin="1150,2184" coordsize="477,83">
              <v:shape style="position:absolute;left:1150;top:2184;width:477;height:83" coordorigin="1150,2184" coordsize="477,83" path="m1627,2184l1150,2233,1150,2266,1627,2218,1627,2184xe" filled="true" fillcolor="#58595b" stroked="false">
                <v:path arrowok="t"/>
                <v:fill type="solid"/>
              </v:shape>
            </v:group>
            <v:group style="position:absolute;left:1150;top:2184;width:477;height:83" coordorigin="1150,2184" coordsize="477,83">
              <v:shape style="position:absolute;left:1150;top:2184;width:477;height:83" coordorigin="1150,2184" coordsize="477,83" path="m1150,2233l1150,2266,1627,2218,1627,2184,1150,2233xe" filled="false" stroked="true" strokeweight=".475pt" strokecolor="#020302">
                <v:path arrowok="t"/>
              </v:shape>
            </v:group>
            <v:group style="position:absolute;left:1116;top:2161;width:512;height:72" coordorigin="1116,2161" coordsize="512,72">
              <v:shape style="position:absolute;left:1116;top:2161;width:512;height:72" coordorigin="1116,2161" coordsize="512,72" path="m1595,2161l1116,2207,1150,2233,1627,2184,1595,2161xe" filled="true" fillcolor="#808285" stroked="false">
                <v:path arrowok="t"/>
                <v:fill type="solid"/>
              </v:shape>
            </v:group>
            <v:group style="position:absolute;left:1116;top:2161;width:512;height:72" coordorigin="1116,2161" coordsize="512,72">
              <v:shape style="position:absolute;left:1116;top:2161;width:512;height:72" coordorigin="1116,2161" coordsize="512,72" path="m1627,2184l1595,2161,1116,2207,1150,2233,1627,2184xe" filled="false" stroked="true" strokeweight=".475pt" strokecolor="#020302">
                <v:path arrowok="t"/>
              </v:shape>
            </v:group>
            <v:group style="position:absolute;left:1116;top:2207;width:35;height:60" coordorigin="1116,2207" coordsize="35,60">
              <v:shape style="position:absolute;left:1116;top:2207;width:35;height:60" coordorigin="1116,2207" coordsize="35,60" path="m1116,2207l1116,2235,1150,2266,1150,2233,1116,2207xe" filled="true" fillcolor="#808285" stroked="false">
                <v:path arrowok="t"/>
                <v:fill type="solid"/>
              </v:shape>
            </v:group>
            <v:group style="position:absolute;left:1116;top:2207;width:35;height:60" coordorigin="1116,2207" coordsize="35,60">
              <v:shape style="position:absolute;left:1116;top:2207;width:35;height:60" coordorigin="1116,2207" coordsize="35,60" path="m1116,2207l1116,2235,1150,2266,1150,2233,1116,2207xe" filled="false" stroked="true" strokeweight=".475pt" strokecolor="#020302">
                <v:path arrowok="t"/>
              </v:shape>
            </v:group>
            <v:group style="position:absolute;left:929;top:1988;width:477;height:83" coordorigin="929,1988" coordsize="477,83">
              <v:shape style="position:absolute;left:929;top:1988;width:477;height:83" coordorigin="929,1988" coordsize="477,83" path="m1406,1988l929,2037,930,2071,1406,2023,1406,1988xe" filled="true" fillcolor="#58595b" stroked="false">
                <v:path arrowok="t"/>
                <v:fill type="solid"/>
              </v:shape>
            </v:group>
            <v:group style="position:absolute;left:929;top:1988;width:477;height:83" coordorigin="929,1988" coordsize="477,83">
              <v:shape style="position:absolute;left:929;top:1988;width:477;height:83" coordorigin="929,1988" coordsize="477,83" path="m929,2037l930,2071,1406,2023,1406,1988,929,2037xe" filled="false" stroked="true" strokeweight=".475pt" strokecolor="#020302">
                <v:path arrowok="t"/>
              </v:shape>
            </v:group>
            <v:group style="position:absolute;left:895;top:1966;width:512;height:72" coordorigin="895,1966" coordsize="512,72">
              <v:shape style="position:absolute;left:895;top:1966;width:512;height:72" coordorigin="895,1966" coordsize="512,72" path="m1375,1966l895,2011,929,2037,1406,1988,1375,1966xe" filled="true" fillcolor="#808285" stroked="false">
                <v:path arrowok="t"/>
                <v:fill type="solid"/>
              </v:shape>
            </v:group>
            <v:group style="position:absolute;left:895;top:1966;width:512;height:72" coordorigin="895,1966" coordsize="512,72">
              <v:shape style="position:absolute;left:895;top:1966;width:512;height:72" coordorigin="895,1966" coordsize="512,72" path="m1406,1988l1375,1966,895,2011,929,2037,1406,1988xe" filled="false" stroked="true" strokeweight=".475pt" strokecolor="#020302">
                <v:path arrowok="t"/>
              </v:shape>
            </v:group>
            <v:group style="position:absolute;left:895;top:2011;width:35;height:60" coordorigin="895,2011" coordsize="35,60">
              <v:shape style="position:absolute;left:895;top:2011;width:35;height:60" coordorigin="895,2011" coordsize="35,60" path="m895,2011l895,2040,930,2071,929,2037,895,2011xe" filled="true" fillcolor="#808285" stroked="false">
                <v:path arrowok="t"/>
                <v:fill type="solid"/>
              </v:shape>
            </v:group>
            <v:group style="position:absolute;left:895;top:2011;width:35;height:60" coordorigin="895,2011" coordsize="35,60">
              <v:shape style="position:absolute;left:895;top:2011;width:35;height:60" coordorigin="895,2011" coordsize="35,60" path="m895,2011l895,2040,930,2071,929,2037,895,2011xe" filled="false" stroked="true" strokeweight=".475pt" strokecolor="#020302">
                <v:path arrowok="t"/>
              </v:shape>
            </v:group>
            <v:group style="position:absolute;left:905;top:1291;width:274;height:944" coordorigin="905,1291" coordsize="274,944">
              <v:shape style="position:absolute;left:905;top:1291;width:274;height:944" coordorigin="905,1291" coordsize="274,944" path="m1179,1291l905,1341,905,1999,1179,2234,1179,1291xe" filled="true" fillcolor="#808285" stroked="false">
                <v:path arrowok="t"/>
                <v:fill type="solid"/>
              </v:shape>
            </v:group>
            <v:group style="position:absolute;left:905;top:1291;width:274;height:944" coordorigin="905,1291" coordsize="274,944">
              <v:shape style="position:absolute;left:905;top:1291;width:274;height:944" coordorigin="905,1291" coordsize="274,944" path="m905,1341l1179,1291,1179,2234,905,1999,905,1341xe" filled="false" stroked="true" strokeweight=".475pt" strokecolor="#020302">
                <v:path arrowok="t"/>
              </v:shape>
            </v:group>
            <v:group style="position:absolute;left:1179;top:1290;width:427;height:944" coordorigin="1179,1290" coordsize="427,944">
              <v:shape style="position:absolute;left:1179;top:1290;width:427;height:944" coordorigin="1179,1290" coordsize="427,944" path="m1179,1290l1179,2234,1605,2189,1605,1301,1179,1290xe" filled="true" fillcolor="#58595b" stroked="false">
                <v:path arrowok="t"/>
                <v:fill type="solid"/>
              </v:shape>
            </v:group>
            <v:group style="position:absolute;left:1179;top:1290;width:427;height:944" coordorigin="1179,1290" coordsize="427,944">
              <v:shape style="position:absolute;left:1179;top:1290;width:427;height:944" coordorigin="1179,1290" coordsize="427,944" path="m1179,1290l1605,1301,1605,2189,1179,2234,1179,1290xe" filled="false" stroked="true" strokeweight=".475pt" strokecolor="#020302">
                <v:path arrowok="t"/>
              </v:shape>
            </v:group>
            <v:group style="position:absolute;left:1339;top:1960;width:2;height:235" coordorigin="1339,1960" coordsize="2,235">
              <v:shape style="position:absolute;left:1339;top:1960;width:2;height:235" coordorigin="1339,1960" coordsize="0,235" path="m1339,1960l1339,2195e" filled="false" stroked="true" strokeweight="1.211pt" strokecolor="#010202">
                <v:path arrowok="t"/>
              </v:shape>
            </v:group>
            <v:group style="position:absolute;left:1301;top:1957;width:2;height:242" coordorigin="1301,1957" coordsize="2,242">
              <v:shape style="position:absolute;left:1301;top:1957;width:2;height:242" coordorigin="1301,1957" coordsize="0,242" path="m1301,1957l1301,2199e" filled="false" stroked="true" strokeweight="1.211pt" strokecolor="#010202">
                <v:path arrowok="t"/>
              </v:shape>
            </v:group>
            <v:group style="position:absolute;left:1414;top:1958;width:2;height:229" coordorigin="1414,1958" coordsize="2,229">
              <v:shape style="position:absolute;left:1414;top:1958;width:2;height:229" coordorigin="1414,1958" coordsize="0,229" path="m1414,1958l1414,2187e" filled="false" stroked="true" strokeweight="1.211pt" strokecolor="#010202">
                <v:path arrowok="t"/>
              </v:shape>
            </v:group>
            <v:group style="position:absolute;left:1263;top:1952;width:2;height:251" coordorigin="1263,1952" coordsize="2,251">
              <v:shape style="position:absolute;left:1263;top:1952;width:2;height:251" coordorigin="1263,1952" coordsize="0,251" path="m1263,1952l1263,2202e" filled="false" stroked="true" strokeweight="1.211pt" strokecolor="#010202">
                <v:path arrowok="t"/>
              </v:shape>
            </v:group>
            <v:group style="position:absolute;left:1377;top:1960;width:2;height:231" coordorigin="1377,1960" coordsize="2,231">
              <v:shape style="position:absolute;left:1377;top:1960;width:2;height:231" coordorigin="1377,1960" coordsize="0,231" path="m1377,1960l1377,2191e" filled="false" stroked="true" strokeweight="1.211pt" strokecolor="#010202">
                <v:path arrowok="t"/>
              </v:shape>
            </v:group>
            <v:group style="position:absolute;left:1452;top:1954;width:2;height:230" coordorigin="1452,1954" coordsize="2,230">
              <v:shape style="position:absolute;left:1452;top:1954;width:2;height:230" coordorigin="1452,1954" coordsize="0,230" path="m1452,1954l1452,2183e" filled="false" stroked="true" strokeweight="1.211pt" strokecolor="#010202">
                <v:path arrowok="t"/>
              </v:shape>
            </v:group>
            <v:group style="position:absolute;left:1205;top:1941;width:32;height:267" coordorigin="1205,1941" coordsize="32,267">
              <v:shape style="position:absolute;left:1205;top:1941;width:32;height:267" coordorigin="1205,1941" coordsize="32,267" path="m1205,1941l1205,2207,1236,2204,1236,1949,1225,1946,1214,1944,1205,1941xe" filled="true" fillcolor="#010202" stroked="false">
                <v:path arrowok="t"/>
                <v:fill type="solid"/>
              </v:shape>
            </v:group>
            <v:group style="position:absolute;left:1555;top:1922;width:28;height:250" coordorigin="1555,1922" coordsize="28,250">
              <v:shape style="position:absolute;left:1555;top:1922;width:28;height:250" coordorigin="1555,1922" coordsize="28,250" path="m1582,1922l1574,1926,1565,1929,1555,1933,1555,2171,1581,2169,1582,1922xe" filled="true" fillcolor="#010202" stroked="false">
                <v:path arrowok="t"/>
                <v:fill type="solid"/>
              </v:shape>
            </v:group>
            <v:group style="position:absolute;left:1528;top:1938;width:2;height:238" coordorigin="1528,1938" coordsize="2,238">
              <v:shape style="position:absolute;left:1528;top:1938;width:2;height:238" coordorigin="1528,1938" coordsize="0,238" path="m1528,1938l1528,2175e" filled="false" stroked="true" strokeweight="1.211pt" strokecolor="#010202">
                <v:path arrowok="t"/>
              </v:shape>
            </v:group>
            <v:group style="position:absolute;left:1490;top:1947;width:2;height:233" coordorigin="1490,1947" coordsize="2,233">
              <v:shape style="position:absolute;left:1490;top:1947;width:2;height:233" coordorigin="1490,1947" coordsize="0,233" path="m1490,1947l1490,2179e" filled="false" stroked="true" strokeweight="1.211pt" strokecolor="#010202">
                <v:path arrowok="t"/>
              </v:shape>
            </v:group>
            <v:group style="position:absolute;left:1225;top:1323;width:341;height:616" coordorigin="1225,1323" coordsize="341,616">
              <v:shape style="position:absolute;left:1225;top:1323;width:341;height:616" coordorigin="1225,1323" coordsize="341,616" path="m1225,1323l1225,1905,1315,1925,1379,1936,1412,1938,1427,1937,1495,1918,1564,1880,1565,1332,1225,1323xe" filled="true" fillcolor="#6d6e71" stroked="false">
                <v:path arrowok="t"/>
                <v:fill type="solid"/>
              </v:shape>
            </v:group>
            <v:group style="position:absolute;left:1225;top:1323;width:341;height:616" coordorigin="1225,1323" coordsize="341,616">
              <v:shape style="position:absolute;left:1225;top:1323;width:341;height:616" coordorigin="1225,1323" coordsize="341,616" path="m1225,1905l1288,1919,1360,1933,1412,1938,1427,1937,1495,1918,1564,1880,1565,1332,1225,1323,1225,1905xe" filled="false" stroked="true" strokeweight=".475pt" strokecolor="#020302">
                <v:path arrowok="t"/>
              </v:shape>
            </v:group>
            <v:group style="position:absolute;left:1255;top:1583;width:284;height:283" coordorigin="1255,1583" coordsize="284,283">
              <v:shape style="position:absolute;left:1255;top:1583;width:284;height:283" coordorigin="1255,1583" coordsize="284,283" path="m1539,1583l1255,1588,1255,1866,1539,1847,1539,1583xe" filled="true" fillcolor="#58595b" stroked="false">
                <v:path arrowok="t"/>
                <v:fill type="solid"/>
              </v:shape>
            </v:group>
            <v:group style="position:absolute;left:1309;top:1490;width:177;height:2" coordorigin="1309,1490" coordsize="177,2">
              <v:shape style="position:absolute;left:1309;top:1490;width:177;height:2" coordorigin="1309,1490" coordsize="177,0" path="m1309,1490l1486,1490e" filled="false" stroked="true" strokeweight="3.801pt" strokecolor="#58595b">
                <v:path arrowok="t"/>
              </v:shape>
            </v:group>
            <v:group style="position:absolute;left:1274;top:1600;width:250;height:39" coordorigin="1274,1600" coordsize="250,39">
              <v:shape style="position:absolute;left:1274;top:1600;width:250;height:39" coordorigin="1274,1600" coordsize="250,39" path="m1523,1600l1274,1605,1274,1638,1523,1632,1523,1600xe" filled="true" fillcolor="#414042" stroked="false">
                <v:path arrowok="t"/>
                <v:fill type="solid"/>
              </v:shape>
            </v:group>
            <v:group style="position:absolute;left:1069;top:1334;width:61;height:45" coordorigin="1069,1334" coordsize="61,45">
              <v:shape style="position:absolute;left:1069;top:1334;width:61;height:45" coordorigin="1069,1334" coordsize="61,45" path="m1129,1334l1069,1346,1069,1379,1129,1377,1129,1334xe" filled="true" fillcolor="#58595b" stroked="false">
                <v:path arrowok="t"/>
                <v:fill type="solid"/>
              </v:shape>
              <v:shape style="position:absolute;left:6377;top:2973;width:877;height:733" type="#_x0000_t75" stroked="false">
                <v:imagedata r:id="rId12" o:title=""/>
              </v:shape>
            </v:group>
            <v:group style="position:absolute;left:6222;top:5474;width:1181;height:2" coordorigin="6222,5474" coordsize="1181,2">
              <v:shape style="position:absolute;left:6222;top:5474;width:1181;height:2" coordorigin="6222,5474" coordsize="1181,0" path="m6222,5474l7403,5474e" filled="false" stroked="true" strokeweight="2.85pt" strokecolor="#bcbec0">
                <v:path arrowok="t"/>
              </v:shape>
              <v:shape style="position:absolute;left:7177;top:5194;width:877;height:733" type="#_x0000_t75" stroked="false">
                <v:imagedata r:id="rId13" o:title=""/>
              </v:shape>
            </v:group>
            <v:group style="position:absolute;left:6413;top:5554;width:489;height:289" coordorigin="6413,5554" coordsize="489,289">
              <v:shape style="position:absolute;left:6413;top:5554;width:489;height:289" coordorigin="6413,5554" coordsize="489,289" path="m6830,5843l6895,5807,6902,5792,6896,5784,6884,5774,6863,5763,6842,5757,6821,5755,6802,5756,6783,5761,6767,5766,6753,5772,6742,5778,6733,5781,6723,5783,6712,5784,6702,5784,6693,5782,6687,5778,6684,5773,6686,5766,6694,5756,6709,5743,6724,5732,6735,5722,6741,5711,6743,5700,6741,5689,6683,5639,6616,5610,6535,5585,6475,5569,6444,5561,6413,5554e" filled="false" stroked="true" strokeweight=".475pt" strokecolor="#020303">
                <v:path arrowok="t"/>
              </v:shape>
            </v:group>
            <v:group style="position:absolute;left:6763;top:5826;width:90;height:81" coordorigin="6763,5826" coordsize="90,81">
              <v:shape style="position:absolute;left:6763;top:5826;width:90;height:81" coordorigin="6763,5826" coordsize="90,81" path="m6806,5826l6787,5834,6773,5850,6765,5872,6763,5883,6768,5894,6785,5904,6795,5906,6815,5905,6833,5899,6850,5884,6852,5867,6846,5841,6830,5829,6806,5826xe" filled="true" fillcolor="#808285" stroked="false">
                <v:path arrowok="t"/>
                <v:fill type="solid"/>
              </v:shape>
            </v:group>
            <v:group style="position:absolute;left:6763;top:5826;width:90;height:81" coordorigin="6763,5826" coordsize="90,81">
              <v:shape style="position:absolute;left:6763;top:5826;width:90;height:81" coordorigin="6763,5826" coordsize="90,81" path="m6778,5900l6768,5894,6763,5883,6765,5872,6773,5850,6787,5834,6806,5826,6830,5829,6846,5841,6852,5867,6850,5884,6833,5899,6815,5905,6795,5906,6785,5904,6778,5900xe" filled="false" stroked="true" strokeweight=".475pt" strokecolor="#020302">
                <v:path arrowok="t"/>
              </v:shape>
            </v:group>
            <v:group style="position:absolute;left:6786;top:5835;width:68;height:42" coordorigin="6786,5835" coordsize="68,42">
              <v:shape style="position:absolute;left:6786;top:5835;width:68;height:42" coordorigin="6786,5835" coordsize="68,42" path="m6853,5877l6802,5835,6786,5841e" filled="false" stroked="true" strokeweight=".285pt" strokecolor="#020303">
                <v:path arrowok="t"/>
              </v:shape>
            </v:group>
            <v:group style="position:absolute;left:6815;top:5828;width:10;height:8" coordorigin="6815,5828" coordsize="10,8">
              <v:shape style="position:absolute;left:6815;top:5828;width:10;height:8" coordorigin="6815,5828" coordsize="10,8" path="m6815,5835l6820,5830,6825,5828e" filled="false" stroked="true" strokeweight=".285pt" strokecolor="#020303">
                <v:path arrowok="t"/>
              </v:shape>
            </v:group>
            <v:group style="position:absolute;left:6127;top:5081;width:169;height:565" coordorigin="6127,5081" coordsize="169,565">
              <v:shape style="position:absolute;left:6127;top:5081;width:169;height:565" coordorigin="6127,5081" coordsize="169,565" path="m6235,5081l6127,5106,6160,5646,6295,5576,6235,5081xe" filled="true" fillcolor="#58595b" stroked="false">
                <v:path arrowok="t"/>
                <v:fill type="solid"/>
              </v:shape>
            </v:group>
            <v:group style="position:absolute;left:6127;top:5081;width:169;height:565" coordorigin="6127,5081" coordsize="169,565">
              <v:shape style="position:absolute;left:6127;top:5081;width:169;height:565" coordorigin="6127,5081" coordsize="169,565" path="m6235,5081l6127,5106,6160,5646,6295,5576,6235,5081xe" filled="false" stroked="true" strokeweight=".475pt" strokecolor="#020302">
                <v:path arrowok="t"/>
              </v:shape>
            </v:group>
            <v:group style="position:absolute;left:5917;top:5085;width:244;height:573" coordorigin="5917,5085" coordsize="244,573">
              <v:shape style="position:absolute;left:5917;top:5085;width:244;height:573" coordorigin="5917,5085" coordsize="244,573" path="m5936,5085l5917,5090,5959,5627,6151,5657,6160,5651,6127,5099,5936,5085xe" filled="true" fillcolor="#808285" stroked="false">
                <v:path arrowok="t"/>
                <v:fill type="solid"/>
              </v:shape>
            </v:group>
            <v:group style="position:absolute;left:5917;top:5085;width:244;height:573" coordorigin="5917,5085" coordsize="244,573">
              <v:shape style="position:absolute;left:5917;top:5085;width:244;height:573" coordorigin="5917,5085" coordsize="244,573" path="m5917,5090l5936,5085,6127,5099,6160,5651,6151,5657,5959,5627,5917,5090xe" filled="false" stroked="true" strokeweight=".475pt" strokecolor="#020302">
                <v:path arrowok="t"/>
              </v:shape>
            </v:group>
            <v:group style="position:absolute;left:5948;top:5032;width:293;height:74" coordorigin="5948,5032" coordsize="293,74">
              <v:shape style="position:absolute;left:5948;top:5032;width:293;height:74" coordorigin="5948,5032" coordsize="293,74" path="m6240,5032l5948,5086,6126,5099,6127,5106,6235,5081,6240,5032xe" filled="true" fillcolor="#808285" stroked="false">
                <v:path arrowok="t"/>
                <v:fill type="solid"/>
              </v:shape>
            </v:group>
            <v:group style="position:absolute;left:5948;top:5032;width:293;height:74" coordorigin="5948,5032" coordsize="293,74">
              <v:shape style="position:absolute;left:5948;top:5032;width:293;height:74" coordorigin="5948,5032" coordsize="293,74" path="m5948,5086l6240,5032,6235,5081,6127,5106,6126,5099,5948,5086xe" filled="false" stroked="true" strokeweight=".475pt" strokecolor="#020302">
                <v:path arrowok="t"/>
              </v:shape>
            </v:group>
            <v:group style="position:absolute;left:5937;top:5119;width:167;height:63" coordorigin="5937,5119" coordsize="167,63">
              <v:shape style="position:absolute;left:5937;top:5119;width:167;height:63" coordorigin="5937,5119" coordsize="167,63" path="m5937,5119l5940,5164,6103,5181,6101,5132,5937,5119xe" filled="true" fillcolor="#a7a9ac" stroked="false">
                <v:path arrowok="t"/>
                <v:fill type="solid"/>
              </v:shape>
            </v:group>
            <v:group style="position:absolute;left:5954;top:5331;width:180;height:286" coordorigin="5954,5331" coordsize="180,286">
              <v:shape style="position:absolute;left:5954;top:5331;width:180;height:286" coordorigin="5954,5331" coordsize="180,286" path="m5954,5371l5972,5592,6134,5617,6119,5392,6093,5389,6093,5387,6092,5386,6089,5375,5980,5375,5954,5371xe" filled="true" fillcolor="#a7a9ac" stroked="false">
                <v:path arrowok="t"/>
                <v:fill type="solid"/>
              </v:shape>
              <v:shape style="position:absolute;left:5954;top:5331;width:180;height:286" coordorigin="5954,5331" coordsize="180,286" path="m5980,5375xe" filled="true" fillcolor="#a7a9ac" stroked="false">
                <v:path arrowok="t"/>
                <v:fill type="solid"/>
              </v:shape>
              <v:shape style="position:absolute;left:5954;top:5331;width:180;height:286" coordorigin="5954,5331" coordsize="180,286" path="m6032,5331l5982,5368,5980,5375,6089,5375,6086,5364,6073,5347,6055,5335,6032,5331xe" filled="true" fillcolor="#a7a9ac" stroked="false">
                <v:path arrowok="t"/>
                <v:fill type="solid"/>
              </v:shape>
            </v:group>
            <v:group style="position:absolute;left:5941;top:5181;width:166;height:65" coordorigin="5941,5181" coordsize="166,65">
              <v:shape style="position:absolute;left:5941;top:5181;width:166;height:65" coordorigin="5941,5181" coordsize="166,65" path="m5941,5181l5944,5226,6107,5245,6104,5198,5941,5181xe" filled="true" fillcolor="#a7a9ac" stroked="false">
                <v:path arrowok="t"/>
                <v:fill type="solid"/>
              </v:shape>
            </v:group>
            <v:group style="position:absolute;left:6088;top:5436;width:20;height:22" coordorigin="6088,5436" coordsize="20,22">
              <v:shape style="position:absolute;left:6088;top:5436;width:20;height:22" coordorigin="6088,5436" coordsize="20,22" path="m6102,5436l6092,5437,6088,5442,6090,5454,6094,5458,6104,5457,6108,5452,6106,5440,6102,5436xe" filled="true" fillcolor="#58595b" stroked="false">
                <v:path arrowok="t"/>
                <v:fill type="solid"/>
              </v:shape>
            </v:group>
            <v:group style="position:absolute;left:5983;top:5541;width:34;height:18" coordorigin="5983,5541" coordsize="34,18">
              <v:shape style="position:absolute;left:5983;top:5541;width:34;height:18" coordorigin="5983,5541" coordsize="34,18" path="m5983,5541l5984,5554,6017,5558,6016,5545,5983,5541xe" filled="true" fillcolor="#58595b" stroked="false">
                <v:path arrowok="t"/>
                <v:fill type="solid"/>
              </v:shape>
            </v:group>
            <v:group style="position:absolute;left:5984;top:5564;width:34;height:18" coordorigin="5984,5564" coordsize="34,18">
              <v:shape style="position:absolute;left:5984;top:5564;width:34;height:18" coordorigin="5984,5564" coordsize="34,18" path="m5984,5564l5985,5577,6018,5581,6017,5568,5984,5564xe" filled="true" fillcolor="#58595b" stroked="false">
                <v:path arrowok="t"/>
                <v:fill type="solid"/>
              </v:shape>
            </v:group>
            <v:group style="position:absolute;left:5997;top:5352;width:79;height:86" coordorigin="5997,5352" coordsize="79,86">
              <v:shape style="position:absolute;left:5997;top:5352;width:79;height:86" coordorigin="5997,5352" coordsize="79,86" path="m6042,5352l6018,5352,6005,5364,5997,5383,5997,5408,6008,5425,6025,5436,6046,5437,6063,5427,6073,5410,6075,5388,6071,5374,6060,5360,6042,5352xe" filled="true" fillcolor="#939598" stroked="false">
                <v:path arrowok="t"/>
                <v:fill type="solid"/>
              </v:shape>
            </v:group>
            <v:group style="position:absolute;left:5917;top:5085;width:244;height:573" coordorigin="5917,5085" coordsize="244,573">
              <v:shape style="position:absolute;left:5917;top:5085;width:244;height:573" coordorigin="5917,5085" coordsize="244,573" path="m5936,5085l5917,5090,6117,5106,6151,5657,6160,5651,6126,5099,5936,5085xe" filled="true" fillcolor="#58595b" stroked="false">
                <v:path arrowok="t"/>
                <v:fill type="solid"/>
              </v:shape>
            </v:group>
            <v:group style="position:absolute;left:5917;top:5085;width:244;height:573" coordorigin="5917,5085" coordsize="244,573">
              <v:shape style="position:absolute;left:5917;top:5085;width:244;height:573" coordorigin="5917,5085" coordsize="244,573" path="m6126,5099l5936,5085,5917,5090,6117,5106,6151,5657,6160,5651,6126,5099xe" filled="false" stroked="true" strokeweight=".475pt" strokecolor="#020302">
                <v:path arrowok="t"/>
              </v:shape>
            </v:group>
            <v:group style="position:absolute;left:6256;top:5620;width:442;height:179" coordorigin="6256,5620" coordsize="442,179">
              <v:shape style="position:absolute;left:6256;top:5620;width:442;height:179" coordorigin="6256,5620" coordsize="442,179" path="m6392,5620l6320,5656,6256,5697,6256,5717,6607,5799,6698,5712,6698,5691,6639,5667,6436,5623,6392,5620xe" filled="true" fillcolor="#808285" stroked="false">
                <v:path arrowok="t"/>
                <v:fill type="solid"/>
              </v:shape>
            </v:group>
            <v:group style="position:absolute;left:6256;top:5620;width:442;height:179" coordorigin="6256,5620" coordsize="442,179">
              <v:shape style="position:absolute;left:6256;top:5620;width:442;height:179" coordorigin="6256,5620" coordsize="442,179" path="m6436,5623l6408,5621,6392,5620,6377,5622,6320,5656,6263,5693,6256,5717,6607,5799,6698,5712,6698,5691,6639,5667,6436,5623xe" filled="false" stroked="true" strokeweight=".475pt" strokecolor="#020302">
                <v:path arrowok="t"/>
              </v:shape>
            </v:group>
            <v:group style="position:absolute;left:6434;top:5602;width:140;height:80" coordorigin="6434,5602" coordsize="140,80">
              <v:shape style="position:absolute;left:6434;top:5602;width:140;height:80" coordorigin="6434,5602" coordsize="140,80" path="m6438,5602l6434,5647,6439,5647,6450,5648,6515,5660,6571,5681,6574,5632,6438,5602xe" filled="true" fillcolor="#58595b" stroked="false">
                <v:path arrowok="t"/>
                <v:fill type="solid"/>
              </v:shape>
            </v:group>
            <v:group style="position:absolute;left:6434;top:5602;width:140;height:80" coordorigin="6434,5602" coordsize="140,80">
              <v:shape style="position:absolute;left:6434;top:5602;width:140;height:80" coordorigin="6434,5602" coordsize="140,80" path="m6574,5632l6571,5681,6543,5669,6515,5660,6450,5648,6434,5647,6438,5602,6574,5632xe" filled="false" stroked="true" strokeweight=".475pt" strokecolor="#020302">
                <v:path arrowok="t"/>
              </v:shape>
            </v:group>
            <v:group style="position:absolute;left:6571;top:5632;width:30;height:50" coordorigin="6571,5632" coordsize="30,50">
              <v:shape style="position:absolute;left:6571;top:5632;width:30;height:50" coordorigin="6571,5632" coordsize="30,50" path="m6574,5632l6571,5681,6599,5660,6601,5639,6574,5632xe" filled="true" fillcolor="#58595b" stroked="false">
                <v:path arrowok="t"/>
                <v:fill type="solid"/>
              </v:shape>
            </v:group>
            <v:group style="position:absolute;left:6571;top:5632;width:30;height:50" coordorigin="6571,5632" coordsize="30,50">
              <v:shape style="position:absolute;left:6571;top:5632;width:30;height:50" coordorigin="6571,5632" coordsize="30,50" path="m6601,5639l6599,5660,6571,5681,6574,5632,6601,5639xe" filled="false" stroked="true" strokeweight=".475pt" strokecolor="#020302">
                <v:path arrowok="t"/>
              </v:shape>
            </v:group>
            <v:group style="position:absolute;left:6256;top:5689;width:442;height:111" coordorigin="6256,5689" coordsize="442,111">
              <v:shape style="position:absolute;left:6256;top:5689;width:442;height:111" coordorigin="6256,5689" coordsize="442,111" path="m6299,5696l6256,5717,6607,5799,6636,5772,6611,5772,6582,5757,6525,5734,6444,5712,6373,5700,6315,5696,6299,5696xe" filled="true" fillcolor="#58595b" stroked="false">
                <v:path arrowok="t"/>
                <v:fill type="solid"/>
              </v:shape>
              <v:shape style="position:absolute;left:6256;top:5689;width:442;height:111" coordorigin="6256,5689" coordsize="442,111" path="m6698,5689l6646,5741,6611,5772,6636,5772,6698,5712,6698,5696,6698,5689xe" filled="true" fillcolor="#58595b" stroked="false">
                <v:path arrowok="t"/>
                <v:fill type="solid"/>
              </v:shape>
            </v:group>
            <v:group style="position:absolute;left:6256;top:5689;width:442;height:111" coordorigin="6256,5689" coordsize="442,111">
              <v:shape style="position:absolute;left:6256;top:5689;width:442;height:111" coordorigin="6256,5689" coordsize="442,111" path="m6698,5689l6646,5741,6611,5772,6582,5757,6553,5745,6470,5718,6395,5703,6332,5697,6299,5696,6286,5696,6256,5717,6607,5799,6698,5712,6698,5689xe" filled="false" stroked="true" strokeweight=".475pt" strokecolor="#020302">
                <v:path arrowok="t"/>
              </v:shape>
            </v:group>
            <v:group style="position:absolute;left:6181;top:4989;width:692;height:692" coordorigin="6181,4989" coordsize="692,692">
              <v:shape style="position:absolute;left:6181;top:4989;width:692;height:692" coordorigin="6181,4989" coordsize="692,692" path="m6245,4989l6181,5551,6768,5680,6781,5675,6872,5031,6858,5025,6245,4989xe" filled="true" fillcolor="#58595b" stroked="false">
                <v:path arrowok="t"/>
                <v:fill type="solid"/>
              </v:shape>
            </v:group>
            <v:group style="position:absolute;left:6181;top:4989;width:692;height:692" coordorigin="6181,4989" coordsize="692,692">
              <v:shape style="position:absolute;left:6181;top:4989;width:692;height:692" coordorigin="6181,4989" coordsize="692,692" path="m6245,4989l6858,5025,6872,5031,6781,5675,6768,5680,6181,5551,6245,4989xe" filled="false" stroked="true" strokeweight=".475pt" strokecolor="#020302">
                <v:path arrowok="t"/>
              </v:shape>
            </v:group>
            <v:group style="position:absolute;left:6214;top:5025;width:603;height:590" coordorigin="6214,5025" coordsize="603,590">
              <v:shape style="position:absolute;left:6214;top:5025;width:603;height:590" coordorigin="6214,5025" coordsize="603,590" path="m6268,5025l6214,5511,6742,5615,6817,5067,6268,5025xe" filled="true" fillcolor="#808285" stroked="false">
                <v:path arrowok="t"/>
                <v:fill type="solid"/>
              </v:shape>
            </v:group>
            <v:group style="position:absolute;left:6214;top:5025;width:603;height:590" coordorigin="6214,5025" coordsize="603,590">
              <v:shape style="position:absolute;left:6214;top:5025;width:603;height:590" coordorigin="6214,5025" coordsize="603,590" path="m6817,5067l6742,5615,6214,5511,6268,5025,6817,5067xe" filled="false" stroked="true" strokeweight=".475pt" strokecolor="#020302">
                <v:path arrowok="t"/>
              </v:shape>
            </v:group>
            <v:group style="position:absolute;left:6768;top:5025;width:90;height:655" coordorigin="6768,5025" coordsize="90,655">
              <v:shape style="position:absolute;left:6768;top:5025;width:90;height:655" coordorigin="6768,5025" coordsize="90,655" path="m6858,5025l6768,5680e" filled="false" stroked="true" strokeweight=".712pt" strokecolor="#020302">
                <v:path arrowok="t"/>
              </v:shape>
            </v:group>
            <v:group style="position:absolute;left:6709;top:5630;width:25;height:23" coordorigin="6709,5630" coordsize="25,23">
              <v:shape style="position:absolute;left:6709;top:5630;width:25;height:23" coordorigin="6709,5630" coordsize="25,23" path="m6717,5630l6712,5633,6709,5643,6712,5649,6725,5652,6730,5650,6733,5639,6730,5634,6717,5630xe" filled="true" fillcolor="#414042" stroked="false">
                <v:path arrowok="t"/>
                <v:fill type="solid"/>
              </v:shape>
            </v:group>
            <v:group style="position:absolute;left:6665;top:5628;width:23;height:25" coordorigin="6665,5628" coordsize="23,25">
              <v:shape style="position:absolute;left:6665;top:5628;width:23;height:25" coordorigin="6665,5628" coordsize="23,25" path="m6667,5628l6665,5648,6684,5652,6687,5632,6667,5628xe" filled="true" fillcolor="#414042" stroked="false">
                <v:path arrowok="t"/>
                <v:fill type="solid"/>
              </v:shape>
            </v:group>
            <v:group style="position:absolute;left:6623;top:5619;width:23;height:25" coordorigin="6623,5619" coordsize="23,25">
              <v:shape style="position:absolute;left:6623;top:5619;width:23;height:25" coordorigin="6623,5619" coordsize="23,25" path="m6626,5619l6623,5639,6643,5643,6645,5623,6626,5619xe" filled="true" fillcolor="#414042" stroked="false">
                <v:path arrowok="t"/>
                <v:fill type="solid"/>
              </v:shape>
            </v:group>
            <v:group style="position:absolute;left:6224;top:5035;width:591;height:580" coordorigin="6224,5035" coordsize="591,580">
              <v:shape style="position:absolute;left:6224;top:5035;width:591;height:580" coordorigin="6224,5035" coordsize="591,580" path="m6277,5035l6224,5513,6742,5615,6815,5077,6277,5035xe" filled="true" fillcolor="#a7a9ac" stroked="false">
                <v:path arrowok="t"/>
                <v:fill type="solid"/>
              </v:shape>
            </v:group>
            <v:group style="position:absolute;left:6224;top:5035;width:591;height:580" coordorigin="6224,5035" coordsize="591,580">
              <v:shape style="position:absolute;left:6224;top:5035;width:591;height:580" coordorigin="6224,5035" coordsize="591,580" path="m6224,5513l6277,5035,6815,5077,6742,5615,6224,5513xe" filled="false" stroked="true" strokeweight=".475pt" strokecolor="#020303">
                <v:path arrowok="t"/>
              </v:shape>
            </v:group>
            <v:group style="position:absolute;left:6606;top:5689;width:92;height:111" coordorigin="6606,5689" coordsize="92,111">
              <v:shape style="position:absolute;left:6606;top:5689;width:92;height:111" coordorigin="6606,5689" coordsize="92,111" path="m6698,5689l6606,5776,6607,5799,6698,5712,6698,5689xe" filled="true" fillcolor="#414042" stroked="false">
                <v:path arrowok="t"/>
                <v:fill type="solid"/>
              </v:shape>
            </v:group>
            <v:group style="position:absolute;left:6606;top:5689;width:92;height:111" coordorigin="6606,5689" coordsize="92,111">
              <v:shape style="position:absolute;left:6606;top:5689;width:92;height:111" coordorigin="6606,5689" coordsize="92,111" path="m6606,5776l6607,5799,6698,5712,6698,5689,6606,5776xe" filled="false" stroked="true" strokeweight=".475pt" strokecolor="#010202">
                <v:path arrowok="t"/>
              </v:shape>
            </v:group>
            <v:group style="position:absolute;left:6052;top:5676;width:704;height:239" coordorigin="6052,5676" coordsize="704,239">
              <v:shape style="position:absolute;left:6052;top:5676;width:704;height:239" coordorigin="6052,5676" coordsize="704,239" path="m6150,5676l6052,5755,6701,5915,6755,5819,6150,5676xe" filled="true" fillcolor="#58595b" stroked="false">
                <v:path arrowok="t"/>
                <v:fill type="solid"/>
              </v:shape>
            </v:group>
            <v:group style="position:absolute;left:6052;top:5676;width:704;height:239" coordorigin="6052,5676" coordsize="704,239">
              <v:shape style="position:absolute;left:6052;top:5676;width:704;height:239" coordorigin="6052,5676" coordsize="704,239" path="m6701,5915l6755,5819,6150,5676,6052,5755,6701,5915xe" filled="false" stroked="true" strokeweight=".475pt" strokecolor="#020302">
                <v:path arrowok="t"/>
              </v:shape>
            </v:group>
            <v:group style="position:absolute;left:6700;top:5819;width:56;height:115" coordorigin="6700,5819" coordsize="56,115">
              <v:shape style="position:absolute;left:6700;top:5819;width:56;height:115" coordorigin="6700,5819" coordsize="56,115" path="m6755,5819l6701,5915,6700,5933,6754,5836,6755,5819xe" filled="true" fillcolor="#414042" stroked="false">
                <v:path arrowok="t"/>
                <v:fill type="solid"/>
              </v:shape>
            </v:group>
            <v:group style="position:absolute;left:6700;top:5819;width:56;height:115" coordorigin="6700,5819" coordsize="56,115">
              <v:shape style="position:absolute;left:6700;top:5819;width:56;height:115" coordorigin="6700,5819" coordsize="56,115" path="m6755,5819l6754,5836,6700,5933,6701,5915,6755,5819xe" filled="false" stroked="true" strokeweight=".475pt" strokecolor="#010202">
                <v:path arrowok="t"/>
              </v:shape>
            </v:group>
            <v:group style="position:absolute;left:6052;top:5755;width:649;height:179" coordorigin="6052,5755" coordsize="649,179">
              <v:shape style="position:absolute;left:6052;top:5755;width:649;height:179" coordorigin="6052,5755" coordsize="649,179" path="m6052,5755l6053,5770,6700,5933,6701,5915,6052,5755xe" filled="true" fillcolor="#414042" stroked="false">
                <v:path arrowok="t"/>
                <v:fill type="solid"/>
              </v:shape>
            </v:group>
            <v:group style="position:absolute;left:6052;top:5755;width:649;height:179" coordorigin="6052,5755" coordsize="649,179">
              <v:shape style="position:absolute;left:6052;top:5755;width:649;height:179" coordorigin="6052,5755" coordsize="649,179" path="m6700,5933l6053,5770,6052,5755,6701,5915,6700,5933xe" filled="false" stroked="true" strokeweight=".475pt" strokecolor="#010202">
                <v:path arrowok="t"/>
              </v:shape>
            </v:group>
            <v:group style="position:absolute;left:6073;top:5687;width:471;height:162" coordorigin="6073,5687" coordsize="471,162">
              <v:shape style="position:absolute;left:6073;top:5687;width:471;height:162" coordorigin="6073,5687" coordsize="471,162" path="m6153,5687l6073,5751,6475,5849,6544,5779,6153,5687xe" filled="true" fillcolor="#414042" stroked="false">
                <v:path arrowok="t"/>
                <v:fill type="solid"/>
              </v:shape>
            </v:group>
            <v:group style="position:absolute;left:6518;top:5782;width:132;height:65" coordorigin="6518,5782" coordsize="132,65">
              <v:shape style="position:absolute;left:6518;top:5782;width:132;height:65" coordorigin="6518,5782" coordsize="132,65" path="m6553,5782l6518,5819,6624,5846,6649,5806,6553,5782xe" filled="true" fillcolor="#414042" stroked="false">
                <v:path arrowok="t"/>
                <v:fill type="solid"/>
              </v:shape>
            </v:group>
            <v:group style="position:absolute;left:6611;top:5808;width:129;height:97" coordorigin="6611,5808" coordsize="129,97">
              <v:shape style="position:absolute;left:6611;top:5808;width:129;height:97" coordorigin="6611,5808" coordsize="129,97" path="m6659,5808l6611,5883,6695,5904,6739,5826,6659,5808xe" filled="true" fillcolor="#414042" stroked="false">
                <v:path arrowok="t"/>
                <v:fill type="solid"/>
              </v:shape>
            </v:group>
            <v:group style="position:absolute;left:6498;top:5836;width:98;height:41" coordorigin="6498,5836" coordsize="98,41">
              <v:shape style="position:absolute;left:6498;top:5836;width:98;height:41" coordorigin="6498,5836" coordsize="98,41" path="m6513,5842l6498,5855,6585,5877,6595,5862,6566,5855,6572,5848,6538,5848,6513,5842xe" filled="true" fillcolor="#414042" stroked="false">
                <v:path arrowok="t"/>
                <v:fill type="solid"/>
              </v:shape>
              <v:shape style="position:absolute;left:6498;top:5836;width:98;height:41" coordorigin="6498,5836" coordsize="98,41" path="m6550,5836l6538,5848,6572,5848,6577,5843,6550,5836xe" filled="true" fillcolor="#414042" stroked="false">
                <v:path arrowok="t"/>
                <v:fill type="solid"/>
              </v:shape>
            </v:group>
            <v:group style="position:absolute;left:6263;top:5068;width:250;height:205" coordorigin="6263,5068" coordsize="250,205">
              <v:shape style="position:absolute;left:6263;top:5068;width:250;height:205" coordorigin="6263,5068" coordsize="250,205" path="m6442,5068l6270,5208,6263,5273,6513,5070,6442,5068xe" filled="true" fillcolor="#d1d3d4" stroked="false">
                <v:path arrowok="t"/>
                <v:fill type="solid"/>
              </v:shape>
            </v:group>
            <v:group style="position:absolute;left:4710;top:5564;width:489;height:289" coordorigin="4710,5564" coordsize="489,289">
              <v:shape style="position:absolute;left:4710;top:5564;width:489;height:289" coordorigin="4710,5564" coordsize="489,289" path="m5127,5852l5192,5816,5198,5801,5192,5793,5181,5784,5160,5772,5139,5766,5118,5764,5098,5766,5080,5770,5064,5775,5049,5781,5038,5787,5030,5790,5020,5792,5009,5793,4998,5793,4990,5791,4983,5788,4981,5782,4983,5775,4991,5765,5006,5753,5021,5742,5031,5731,5038,5720,5040,5709,5038,5699,4979,5648,4913,5620,4831,5594,4772,5578,4741,5571,4710,5564e" filled="false" stroked="true" strokeweight=".475pt" strokecolor="#020303">
                <v:path arrowok="t"/>
              </v:shape>
            </v:group>
            <v:group style="position:absolute;left:5060;top:5835;width:90;height:81" coordorigin="5060,5835" coordsize="90,81">
              <v:shape style="position:absolute;left:5060;top:5835;width:90;height:81" coordorigin="5060,5835" coordsize="90,81" path="m5103,5835l5084,5843,5070,5859,5062,5881,5060,5892,5065,5903,5081,5913,5091,5916,5112,5914,5129,5908,5147,5893,5149,5876,5142,5850,5127,5839,5103,5835xe" filled="true" fillcolor="#808285" stroked="false">
                <v:path arrowok="t"/>
                <v:fill type="solid"/>
              </v:shape>
            </v:group>
            <v:group style="position:absolute;left:5060;top:5835;width:90;height:81" coordorigin="5060,5835" coordsize="90,81">
              <v:shape style="position:absolute;left:5060;top:5835;width:90;height:81" coordorigin="5060,5835" coordsize="90,81" path="m5075,5909l5065,5903,5060,5892,5062,5881,5070,5859,5084,5843,5103,5835,5127,5839,5142,5850,5149,5876,5147,5893,5129,5908,5112,5914,5091,5916,5081,5913,5075,5909xe" filled="false" stroked="true" strokeweight=".475pt" strokecolor="#020302">
                <v:path arrowok="t"/>
              </v:shape>
            </v:group>
            <v:group style="position:absolute;left:5082;top:5844;width:68;height:42" coordorigin="5082,5844" coordsize="68,42">
              <v:shape style="position:absolute;left:5082;top:5844;width:68;height:42" coordorigin="5082,5844" coordsize="68,42" path="m5150,5886l5099,5844,5082,5850e" filled="false" stroked="true" strokeweight=".285pt" strokecolor="#020303">
                <v:path arrowok="t"/>
              </v:shape>
            </v:group>
            <v:group style="position:absolute;left:5112;top:5837;width:10;height:8" coordorigin="5112,5837" coordsize="10,8">
              <v:shape style="position:absolute;left:5112;top:5837;width:10;height:8" coordorigin="5112,5837" coordsize="10,8" path="m5112,5845l5116,5839,5122,5837e" filled="false" stroked="true" strokeweight=".285pt" strokecolor="#020303">
                <v:path arrowok="t"/>
              </v:shape>
            </v:group>
            <v:group style="position:absolute;left:4424;top:5090;width:169;height:565" coordorigin="4424,5090" coordsize="169,565">
              <v:shape style="position:absolute;left:4424;top:5090;width:169;height:565" coordorigin="4424,5090" coordsize="169,565" path="m4532,5090l4424,5115,4457,5655,4592,5585,4532,5090xe" filled="true" fillcolor="#58595b" stroked="false">
                <v:path arrowok="t"/>
                <v:fill type="solid"/>
              </v:shape>
            </v:group>
            <v:group style="position:absolute;left:4424;top:5090;width:169;height:565" coordorigin="4424,5090" coordsize="169,565">
              <v:shape style="position:absolute;left:4424;top:5090;width:169;height:565" coordorigin="4424,5090" coordsize="169,565" path="m4532,5090l4424,5115,4457,5655,4592,5585,4532,5090xe" filled="false" stroked="true" strokeweight=".475pt" strokecolor="#020302">
                <v:path arrowok="t"/>
              </v:shape>
            </v:group>
            <v:group style="position:absolute;left:3794;top:4759;width:505;height:400" coordorigin="3794,4759" coordsize="505,400">
              <v:shape style="position:absolute;left:3794;top:4759;width:505;height:400" coordorigin="3794,4759" coordsize="505,400" path="m4298,5159l3794,4759e" filled="false" stroked="true" strokeweight="2.85pt" strokecolor="#bcbec0">
                <v:path arrowok="t"/>
              </v:shape>
            </v:group>
            <v:group style="position:absolute;left:3880;top:5582;width:419;height:138" coordorigin="3880,5582" coordsize="419,138">
              <v:shape style="position:absolute;left:3880;top:5582;width:419;height:138" coordorigin="3880,5582" coordsize="419,138" path="m4298,5582l3880,5719e" filled="false" stroked="true" strokeweight="2.85pt" strokecolor="#bcbec0">
                <v:path arrowok="t"/>
              </v:shape>
            </v:group>
            <v:group style="position:absolute;left:4214;top:5095;width:244;height:573" coordorigin="4214,5095" coordsize="244,573">
              <v:shape style="position:absolute;left:4214;top:5095;width:244;height:573" coordorigin="4214,5095" coordsize="244,573" path="m4233,5095l4214,5099,4256,5636,4448,5667,4457,5661,4423,5108,4233,5095xe" filled="true" fillcolor="#808285" stroked="false">
                <v:path arrowok="t"/>
                <v:fill type="solid"/>
              </v:shape>
            </v:group>
            <v:group style="position:absolute;left:4214;top:5095;width:244;height:573" coordorigin="4214,5095" coordsize="244,573">
              <v:shape style="position:absolute;left:4214;top:5095;width:244;height:573" coordorigin="4214,5095" coordsize="244,573" path="m4214,5099l4233,5095,4423,5108,4457,5661,4448,5667,4256,5636,4214,5099xe" filled="false" stroked="true" strokeweight=".475pt" strokecolor="#020302">
                <v:path arrowok="t"/>
              </v:shape>
            </v:group>
            <v:group style="position:absolute;left:4245;top:5042;width:293;height:74" coordorigin="4245,5042" coordsize="293,74">
              <v:shape style="position:absolute;left:4245;top:5042;width:293;height:74" coordorigin="4245,5042" coordsize="293,74" path="m4537,5042l4245,5095,4423,5108,4424,5115,4532,5090,4537,5042xe" filled="true" fillcolor="#808285" stroked="false">
                <v:path arrowok="t"/>
                <v:fill type="solid"/>
              </v:shape>
            </v:group>
            <v:group style="position:absolute;left:4245;top:5042;width:293;height:74" coordorigin="4245,5042" coordsize="293,74">
              <v:shape style="position:absolute;left:4245;top:5042;width:293;height:74" coordorigin="4245,5042" coordsize="293,74" path="m4245,5095l4537,5042,4532,5090,4424,5115,4423,5108,4245,5095xe" filled="false" stroked="true" strokeweight=".475pt" strokecolor="#020302">
                <v:path arrowok="t"/>
              </v:shape>
            </v:group>
            <v:group style="position:absolute;left:4233;top:5128;width:167;height:63" coordorigin="4233,5128" coordsize="167,63">
              <v:shape style="position:absolute;left:4233;top:5128;width:167;height:63" coordorigin="4233,5128" coordsize="167,63" path="m4233,5128l4236,5173,4400,5190,4397,5142,4233,5128xe" filled="true" fillcolor="#a7a9ac" stroked="false">
                <v:path arrowok="t"/>
                <v:fill type="solid"/>
              </v:shape>
            </v:group>
            <v:group style="position:absolute;left:4251;top:5340;width:180;height:286" coordorigin="4251,5340" coordsize="180,286">
              <v:shape style="position:absolute;left:4251;top:5340;width:180;height:286" coordorigin="4251,5340" coordsize="180,286" path="m4251,5381l4268,5602,4430,5626,4415,5401,4390,5398,4389,5396,4389,5395,4386,5384,4276,5384,4251,5381xe" filled="true" fillcolor="#a7a9ac" stroked="false">
                <v:path arrowok="t"/>
                <v:fill type="solid"/>
              </v:shape>
              <v:shape style="position:absolute;left:4251;top:5340;width:180;height:286" coordorigin="4251,5340" coordsize="180,286" path="m4276,5384xe" filled="true" fillcolor="#a7a9ac" stroked="false">
                <v:path arrowok="t"/>
                <v:fill type="solid"/>
              </v:shape>
              <v:shape style="position:absolute;left:4251;top:5340;width:180;height:286" coordorigin="4251,5340" coordsize="180,286" path="m4328,5340l4278,5377,4276,5384,4386,5384,4382,5373,4369,5356,4352,5344,4328,5340xe" filled="true" fillcolor="#a7a9ac" stroked="false">
                <v:path arrowok="t"/>
                <v:fill type="solid"/>
              </v:shape>
            </v:group>
            <v:group style="position:absolute;left:4238;top:5190;width:166;height:65" coordorigin="4238,5190" coordsize="166,65">
              <v:shape style="position:absolute;left:4238;top:5190;width:166;height:65" coordorigin="4238,5190" coordsize="166,65" path="m4238,5190l4240,5236,4403,5254,4400,5207,4238,5190xe" filled="true" fillcolor="#a7a9ac" stroked="false">
                <v:path arrowok="t"/>
                <v:fill type="solid"/>
              </v:shape>
            </v:group>
            <v:group style="position:absolute;left:4385;top:5445;width:20;height:22" coordorigin="4385,5445" coordsize="20,22">
              <v:shape style="position:absolute;left:4385;top:5445;width:20;height:22" coordorigin="4385,5445" coordsize="20,22" path="m4399,5445l4389,5446,4385,5451,4386,5463,4391,5467,4401,5466,4404,5461,4403,5449,4399,5445xe" filled="true" fillcolor="#58595b" stroked="false">
                <v:path arrowok="t"/>
                <v:fill type="solid"/>
              </v:shape>
            </v:group>
            <v:group style="position:absolute;left:4279;top:5550;width:34;height:18" coordorigin="4279,5550" coordsize="34,18">
              <v:shape style="position:absolute;left:4279;top:5550;width:34;height:18" coordorigin="4279,5550" coordsize="34,18" path="m4279,5550l4280,5563,4313,5568,4313,5555,4279,5550xe" filled="true" fillcolor="#58595b" stroked="false">
                <v:path arrowok="t"/>
                <v:fill type="solid"/>
              </v:shape>
            </v:group>
            <v:group style="position:absolute;left:4281;top:5573;width:34;height:18" coordorigin="4281,5573" coordsize="34,18">
              <v:shape style="position:absolute;left:4281;top:5573;width:34;height:18" coordorigin="4281,5573" coordsize="34,18" path="m4281,5573l4282,5586,4315,5591,4314,5577,4281,5573xe" filled="true" fillcolor="#58595b" stroked="false">
                <v:path arrowok="t"/>
                <v:fill type="solid"/>
              </v:shape>
            </v:group>
            <v:group style="position:absolute;left:4294;top:5361;width:79;height:86" coordorigin="4294,5361" coordsize="79,86">
              <v:shape style="position:absolute;left:4294;top:5361;width:79;height:86" coordorigin="4294,5361" coordsize="79,86" path="m4338,5361l4315,5361,4301,5373,4294,5392,4294,5417,4304,5434,4321,5445,4343,5446,4360,5436,4370,5419,4372,5397,4368,5383,4356,5369,4338,5361xe" filled="true" fillcolor="#939598" stroked="false">
                <v:path arrowok="t"/>
                <v:fill type="solid"/>
              </v:shape>
            </v:group>
            <v:group style="position:absolute;left:4214;top:5095;width:244;height:573" coordorigin="4214,5095" coordsize="244,573">
              <v:shape style="position:absolute;left:4214;top:5095;width:244;height:573" coordorigin="4214,5095" coordsize="244,573" path="m4233,5095l4214,5099,4413,5115,4448,5667,4457,5661,4423,5108,4233,5095xe" filled="true" fillcolor="#58595b" stroked="false">
                <v:path arrowok="t"/>
                <v:fill type="solid"/>
              </v:shape>
            </v:group>
            <v:group style="position:absolute;left:4214;top:5095;width:244;height:573" coordorigin="4214,5095" coordsize="244,573">
              <v:shape style="position:absolute;left:4214;top:5095;width:244;height:573" coordorigin="4214,5095" coordsize="244,573" path="m4423,5108l4233,5095,4214,5099,4413,5115,4448,5667,4457,5661,4423,5108xe" filled="false" stroked="true" strokeweight=".475pt" strokecolor="#020302">
                <v:path arrowok="t"/>
              </v:shape>
            </v:group>
            <v:group style="position:absolute;left:4553;top:5629;width:442;height:179" coordorigin="4553,5629" coordsize="442,179">
              <v:shape style="position:absolute;left:4553;top:5629;width:442;height:179" coordorigin="4553,5629" coordsize="442,179" path="m4689,5629l4617,5666,4553,5707,4553,5726,4903,5808,4995,5721,4995,5700,4935,5676,4732,5633,4689,5629xe" filled="true" fillcolor="#808285" stroked="false">
                <v:path arrowok="t"/>
                <v:fill type="solid"/>
              </v:shape>
            </v:group>
            <v:group style="position:absolute;left:4553;top:5629;width:442;height:179" coordorigin="4553,5629" coordsize="442,179">
              <v:shape style="position:absolute;left:4553;top:5629;width:442;height:179" coordorigin="4553,5629" coordsize="442,179" path="m4732,5633l4705,5630,4689,5629,4673,5631,4617,5666,4559,5703,4553,5726,4903,5808,4995,5721,4995,5700,4935,5676,4732,5633xe" filled="false" stroked="true" strokeweight=".475pt" strokecolor="#020302">
                <v:path arrowok="t"/>
              </v:shape>
            </v:group>
            <v:group style="position:absolute;left:4731;top:5611;width:140;height:80" coordorigin="4731,5611" coordsize="140,80">
              <v:shape style="position:absolute;left:4731;top:5611;width:140;height:80" coordorigin="4731,5611" coordsize="140,80" path="m4734,5611l4731,5656,4736,5657,4747,5657,4812,5669,4868,5690,4871,5641,4734,5611xe" filled="true" fillcolor="#58595b" stroked="false">
                <v:path arrowok="t"/>
                <v:fill type="solid"/>
              </v:shape>
            </v:group>
            <v:group style="position:absolute;left:4731;top:5611;width:140;height:80" coordorigin="4731,5611" coordsize="140,80">
              <v:shape style="position:absolute;left:4731;top:5611;width:140;height:80" coordorigin="4731,5611" coordsize="140,80" path="m4871,5641l4868,5690,4839,5678,4812,5669,4747,5657,4731,5656,4734,5611,4871,5641xe" filled="false" stroked="true" strokeweight=".475pt" strokecolor="#020302">
                <v:path arrowok="t"/>
              </v:shape>
            </v:group>
            <v:group style="position:absolute;left:4868;top:5641;width:30;height:50" coordorigin="4868,5641" coordsize="30,50">
              <v:shape style="position:absolute;left:4868;top:5641;width:30;height:50" coordorigin="4868,5641" coordsize="30,50" path="m4871,5641l4868,5690,4896,5669,4898,5648,4871,5641xe" filled="true" fillcolor="#58595b" stroked="false">
                <v:path arrowok="t"/>
                <v:fill type="solid"/>
              </v:shape>
            </v:group>
            <v:group style="position:absolute;left:4868;top:5641;width:30;height:50" coordorigin="4868,5641" coordsize="30,50">
              <v:shape style="position:absolute;left:4868;top:5641;width:30;height:50" coordorigin="4868,5641" coordsize="30,50" path="m4898,5648l4896,5669,4868,5690,4871,5641,4898,5648xe" filled="false" stroked="true" strokeweight=".475pt" strokecolor="#020302">
                <v:path arrowok="t"/>
              </v:shape>
            </v:group>
            <v:group style="position:absolute;left:4553;top:5698;width:442;height:111" coordorigin="4553,5698" coordsize="442,111">
              <v:shape style="position:absolute;left:4553;top:5698;width:442;height:111" coordorigin="4553,5698" coordsize="442,111" path="m4596,5705l4553,5726,4903,5808,4932,5781,4908,5781,4879,5767,4822,5744,4741,5721,4669,5709,4612,5705,4596,5705xe" filled="true" fillcolor="#58595b" stroked="false">
                <v:path arrowok="t"/>
                <v:fill type="solid"/>
              </v:shape>
              <v:shape style="position:absolute;left:4553;top:5698;width:442;height:111" coordorigin="4553,5698" coordsize="442,111" path="m4994,5698l4942,5751,4908,5781,4932,5781,4995,5722,4995,5705,4994,5698xe" filled="true" fillcolor="#58595b" stroked="false">
                <v:path arrowok="t"/>
                <v:fill type="solid"/>
              </v:shape>
            </v:group>
            <v:group style="position:absolute;left:4553;top:5698;width:442;height:111" coordorigin="4553,5698" coordsize="442,111">
              <v:shape style="position:absolute;left:4553;top:5698;width:442;height:111" coordorigin="4553,5698" coordsize="442,111" path="m4994,5698l4942,5751,4908,5781,4879,5767,4850,5754,4767,5727,4692,5712,4629,5706,4596,5705,4583,5705,4553,5726,4903,5808,4995,5722,4994,5698xe" filled="false" stroked="true" strokeweight=".475pt" strokecolor="#020302">
                <v:path arrowok="t"/>
              </v:shape>
            </v:group>
            <v:group style="position:absolute;left:4477;top:4998;width:692;height:692" coordorigin="4477,4998" coordsize="692,692">
              <v:shape style="position:absolute;left:4477;top:4998;width:692;height:692" coordorigin="4477,4998" coordsize="692,692" path="m4541,4998l4477,5560,5065,5689,5078,5684,5169,5040,5155,5035,4541,4998xe" filled="true" fillcolor="#58595b" stroked="false">
                <v:path arrowok="t"/>
                <v:fill type="solid"/>
              </v:shape>
            </v:group>
            <v:group style="position:absolute;left:4477;top:4998;width:692;height:692" coordorigin="4477,4998" coordsize="692,692">
              <v:shape style="position:absolute;left:4477;top:4998;width:692;height:692" coordorigin="4477,4998" coordsize="692,692" path="m4541,4998l5155,5035,5169,5040,5078,5684,5065,5689,4477,5560,4541,4998xe" filled="false" stroked="true" strokeweight=".475pt" strokecolor="#020302">
                <v:path arrowok="t"/>
              </v:shape>
            </v:group>
            <v:group style="position:absolute;left:4511;top:5034;width:603;height:590" coordorigin="4511,5034" coordsize="603,590">
              <v:shape style="position:absolute;left:4511;top:5034;width:603;height:590" coordorigin="4511,5034" coordsize="603,590" path="m4565,5034l4511,5520,5039,5624,5113,5076,4565,5034xe" filled="true" fillcolor="#808285" stroked="false">
                <v:path arrowok="t"/>
                <v:fill type="solid"/>
              </v:shape>
            </v:group>
            <v:group style="position:absolute;left:4511;top:5034;width:603;height:590" coordorigin="4511,5034" coordsize="603,590">
              <v:shape style="position:absolute;left:4511;top:5034;width:603;height:590" coordorigin="4511,5034" coordsize="603,590" path="m5113,5076l5039,5624,4511,5520,4565,5034,5113,5076xe" filled="false" stroked="true" strokeweight=".475pt" strokecolor="#020302">
                <v:path arrowok="t"/>
              </v:shape>
            </v:group>
            <v:group style="position:absolute;left:5065;top:5035;width:90;height:655" coordorigin="5065,5035" coordsize="90,655">
              <v:shape style="position:absolute;left:5065;top:5035;width:90;height:655" coordorigin="5065,5035" coordsize="90,655" path="m5155,5035l5065,5689e" filled="false" stroked="true" strokeweight=".712pt" strokecolor="#020302">
                <v:path arrowok="t"/>
              </v:shape>
            </v:group>
            <v:group style="position:absolute;left:5006;top:5640;width:25;height:23" coordorigin="5006,5640" coordsize="25,23">
              <v:shape style="position:absolute;left:5006;top:5640;width:25;height:23" coordorigin="5006,5640" coordsize="25,23" path="m5014,5640l5008,5643,5006,5653,5008,5658,5021,5662,5027,5659,5030,5649,5027,5643,5014,5640xe" filled="true" fillcolor="#414042" stroked="false">
                <v:path arrowok="t"/>
                <v:fill type="solid"/>
              </v:shape>
            </v:group>
            <v:group style="position:absolute;left:4961;top:5637;width:23;height:25" coordorigin="4961,5637" coordsize="23,25">
              <v:shape style="position:absolute;left:4961;top:5637;width:23;height:25" coordorigin="4961,5637" coordsize="23,25" path="m4964,5637l4961,5657,4981,5661,4984,5641,4964,5637xe" filled="true" fillcolor="#414042" stroked="false">
                <v:path arrowok="t"/>
                <v:fill type="solid"/>
              </v:shape>
            </v:group>
            <v:group style="position:absolute;left:4919;top:5628;width:23;height:25" coordorigin="4919,5628" coordsize="23,25">
              <v:shape style="position:absolute;left:4919;top:5628;width:23;height:25" coordorigin="4919,5628" coordsize="23,25" path="m4922,5628l4919,5648,4939,5652,4942,5632,4922,5628xe" filled="true" fillcolor="#414042" stroked="false">
                <v:path arrowok="t"/>
                <v:fill type="solid"/>
              </v:shape>
            </v:group>
            <v:group style="position:absolute;left:4521;top:5045;width:591;height:580" coordorigin="4521,5045" coordsize="591,580">
              <v:shape style="position:absolute;left:4521;top:5045;width:591;height:580" coordorigin="4521,5045" coordsize="591,580" path="m4573,5045l4521,5522,5039,5624,5111,5086,4573,5045xe" filled="true" fillcolor="#a7a9ac" stroked="false">
                <v:path arrowok="t"/>
                <v:fill type="solid"/>
              </v:shape>
            </v:group>
            <v:group style="position:absolute;left:4521;top:5045;width:591;height:580" coordorigin="4521,5045" coordsize="591,580">
              <v:shape style="position:absolute;left:4521;top:5045;width:591;height:580" coordorigin="4521,5045" coordsize="591,580" path="m4521,5522l4573,5045,5111,5086,5039,5624,4521,5522xe" filled="false" stroked="true" strokeweight=".475pt" strokecolor="#020303">
                <v:path arrowok="t"/>
              </v:shape>
            </v:group>
            <v:group style="position:absolute;left:4903;top:5698;width:92;height:111" coordorigin="4903,5698" coordsize="92,111">
              <v:shape style="position:absolute;left:4903;top:5698;width:92;height:111" coordorigin="4903,5698" coordsize="92,111" path="m4994,5698l4903,5785,4903,5808,4995,5722,4994,5698xe" filled="true" fillcolor="#414042" stroked="false">
                <v:path arrowok="t"/>
                <v:fill type="solid"/>
              </v:shape>
            </v:group>
            <v:group style="position:absolute;left:4903;top:5698;width:92;height:111" coordorigin="4903,5698" coordsize="92,111">
              <v:shape style="position:absolute;left:4903;top:5698;width:92;height:111" coordorigin="4903,5698" coordsize="92,111" path="m4903,5785l4903,5808,4995,5722,4994,5698,4903,5785xe" filled="false" stroked="true" strokeweight=".475pt" strokecolor="#010202">
                <v:path arrowok="t"/>
              </v:shape>
            </v:group>
            <v:group style="position:absolute;left:4349;top:5685;width:704;height:239" coordorigin="4349,5685" coordsize="704,239">
              <v:shape style="position:absolute;left:4349;top:5685;width:704;height:239" coordorigin="4349,5685" coordsize="704,239" path="m4447,5685l4349,5764,4998,5924,5052,5828,4447,5685xe" filled="true" fillcolor="#58595b" stroked="false">
                <v:path arrowok="t"/>
                <v:fill type="solid"/>
              </v:shape>
            </v:group>
            <v:group style="position:absolute;left:4349;top:5685;width:704;height:239" coordorigin="4349,5685" coordsize="704,239">
              <v:shape style="position:absolute;left:4349;top:5685;width:704;height:239" coordorigin="4349,5685" coordsize="704,239" path="m4998,5924l5052,5828,4447,5685,4349,5764,4998,5924xe" filled="false" stroked="true" strokeweight=".475pt" strokecolor="#020302">
                <v:path arrowok="t"/>
              </v:shape>
            </v:group>
            <v:group style="position:absolute;left:4996;top:5828;width:56;height:115" coordorigin="4996,5828" coordsize="56,115">
              <v:shape style="position:absolute;left:4996;top:5828;width:56;height:115" coordorigin="4996,5828" coordsize="56,115" path="m5052,5828l4998,5924,4996,5943,5051,5845,5052,5828xe" filled="true" fillcolor="#414042" stroked="false">
                <v:path arrowok="t"/>
                <v:fill type="solid"/>
              </v:shape>
            </v:group>
            <v:group style="position:absolute;left:4996;top:5828;width:56;height:115" coordorigin="4996,5828" coordsize="56,115">
              <v:shape style="position:absolute;left:4996;top:5828;width:56;height:115" coordorigin="4996,5828" coordsize="56,115" path="m5052,5828l5051,5845,4996,5943,4998,5924,5052,5828xe" filled="false" stroked="true" strokeweight=".475pt" strokecolor="#010202">
                <v:path arrowok="t"/>
              </v:shape>
            </v:group>
            <v:group style="position:absolute;left:4349;top:5764;width:649;height:179" coordorigin="4349,5764" coordsize="649,179">
              <v:shape style="position:absolute;left:4349;top:5764;width:649;height:179" coordorigin="4349,5764" coordsize="649,179" path="m4349,5764l4350,5779,4996,5943,4998,5924,4349,5764xe" filled="true" fillcolor="#414042" stroked="false">
                <v:path arrowok="t"/>
                <v:fill type="solid"/>
              </v:shape>
            </v:group>
            <v:group style="position:absolute;left:4349;top:5764;width:649;height:179" coordorigin="4349,5764" coordsize="649,179">
              <v:shape style="position:absolute;left:4349;top:5764;width:649;height:179" coordorigin="4349,5764" coordsize="649,179" path="m4996,5943l4350,5779,4349,5764,4998,5924,4996,5943xe" filled="false" stroked="true" strokeweight=".475pt" strokecolor="#010202">
                <v:path arrowok="t"/>
              </v:shape>
            </v:group>
            <v:group style="position:absolute;left:4370;top:5696;width:471;height:162" coordorigin="4370,5696" coordsize="471,162">
              <v:shape style="position:absolute;left:4370;top:5696;width:471;height:162" coordorigin="4370,5696" coordsize="471,162" path="m4450,5696l4370,5760,4771,5858,4841,5788,4450,5696xe" filled="true" fillcolor="#414042" stroked="false">
                <v:path arrowok="t"/>
                <v:fill type="solid"/>
              </v:shape>
            </v:group>
            <v:group style="position:absolute;left:4814;top:5792;width:132;height:65" coordorigin="4814,5792" coordsize="132,65">
              <v:shape style="position:absolute;left:4814;top:5792;width:132;height:65" coordorigin="4814,5792" coordsize="132,65" path="m4850,5792l4814,5828,4921,5856,4946,5816,4850,5792xe" filled="true" fillcolor="#414042" stroked="false">
                <v:path arrowok="t"/>
                <v:fill type="solid"/>
              </v:shape>
            </v:group>
            <v:group style="position:absolute;left:4908;top:5817;width:129;height:97" coordorigin="4908,5817" coordsize="129,97">
              <v:shape style="position:absolute;left:4908;top:5817;width:129;height:97" coordorigin="4908,5817" coordsize="129,97" path="m4955,5817l4908,5892,4992,5913,5036,5836,4955,5817xe" filled="true" fillcolor="#414042" stroked="false">
                <v:path arrowok="t"/>
                <v:fill type="solid"/>
              </v:shape>
            </v:group>
            <v:group style="position:absolute;left:4794;top:5846;width:98;height:41" coordorigin="4794,5846" coordsize="98,41">
              <v:shape style="position:absolute;left:4794;top:5846;width:98;height:41" coordorigin="4794,5846" coordsize="98,41" path="m4810,5852l4794,5865,4881,5886,4892,5872,4863,5864,4869,5857,4835,5857,4810,5852xe" filled="true" fillcolor="#414042" stroked="false">
                <v:path arrowok="t"/>
                <v:fill type="solid"/>
              </v:shape>
              <v:shape style="position:absolute;left:4794;top:5846;width:98;height:41" coordorigin="4794,5846" coordsize="98,41" path="m4847,5846l4835,5857,4869,5857,4873,5852,4847,5846xe" filled="true" fillcolor="#414042" stroked="false">
                <v:path arrowok="t"/>
                <v:fill type="solid"/>
              </v:shape>
            </v:group>
            <v:group style="position:absolute;left:4559;top:5078;width:250;height:205" coordorigin="4559,5078" coordsize="250,205">
              <v:shape style="position:absolute;left:4559;top:5078;width:250;height:205" coordorigin="4559,5078" coordsize="250,205" path="m4739,5078l4567,5217,4559,5282,4809,5079,4739,5078xe" filled="true" fillcolor="#d1d3d4" stroked="false">
                <v:path arrowok="t"/>
                <v:fill type="solid"/>
              </v:shape>
            </v:group>
            <v:group style="position:absolute;left:2900;top:4278;width:1006;height:632" coordorigin="2900,4278" coordsize="1006,632">
              <v:shape style="position:absolute;left:2900;top:4278;width:1006;height:632" coordorigin="2900,4278" coordsize="1006,632" path="m3769,4278l2900,4299,2924,4346,2933,4365,2954,4421,2968,4480,2974,4540,2975,4870,2981,4891,2997,4905,3018,4909,3885,4861,3900,4846,3906,4825,3906,4483,3893,4423,3859,4372,3769,4278xe" filled="true" fillcolor="#d1d3d4" stroked="false">
                <v:path arrowok="t"/>
                <v:fill type="solid"/>
              </v:shape>
            </v:group>
            <v:group style="position:absolute;left:2900;top:4278;width:1006;height:632" coordorigin="2900,4278" coordsize="1006,632">
              <v:shape style="position:absolute;left:2900;top:4278;width:1006;height:632" coordorigin="2900,4278" coordsize="1006,632" path="m2900,4299l3769,4278,3859,4372,3893,4423,3906,4483,3906,4825,3900,4846,3885,4861,3018,4909,2997,4905,2981,4891,2975,4870,2975,4561,2974,4540,2968,4480,2954,4421,2933,4365,2924,4346,2900,4299xe" filled="false" stroked="true" strokeweight=".475pt" strokecolor="#020302">
                <v:path arrowok="t"/>
              </v:shape>
            </v:group>
            <v:group style="position:absolute;left:2900;top:4299;width:78;height:585" coordorigin="2900,4299" coordsize="78,585">
              <v:shape style="position:absolute;left:2900;top:4299;width:78;height:585" coordorigin="2900,4299" coordsize="78,585" path="m2900,4299l2900,4739,2978,4884,2976,4879,2975,4874,2975,4561,2974,4540,2968,4480,2954,4421,2933,4365,2924,4346,2900,4299xe" filled="true" fillcolor="#a7a9ac" stroked="false">
                <v:path arrowok="t"/>
                <v:fill type="solid"/>
              </v:shape>
            </v:group>
            <v:group style="position:absolute;left:2900;top:4299;width:78;height:585" coordorigin="2900,4299" coordsize="78,585">
              <v:shape style="position:absolute;left:2900;top:4299;width:78;height:585" coordorigin="2900,4299" coordsize="78,585" path="m2975,4561l2971,4500,2959,4441,2941,4383,2900,4299,2900,4739,2978,4884,2976,4879,2975,4874,2975,4868,2975,4561xe" filled="false" stroked="true" strokeweight=".475pt" strokecolor="#020302">
                <v:path arrowok="t"/>
              </v:shape>
            </v:group>
            <v:group style="position:absolute;left:2946;top:4279;width:858;height:160" coordorigin="2946,4279" coordsize="858,160">
              <v:shape style="position:absolute;left:2946;top:4279;width:858;height:160" coordorigin="2946,4279" coordsize="858,160" path="m3731,4279l2946,4299,2986,4375,2999,4391,3049,4427,3110,4438,3766,4416,3784,4411,3797,4399,3804,4383,3803,4365,3794,4348,3731,4279xe" filled="true" fillcolor="#a7a9ac" stroked="false">
                <v:path arrowok="t"/>
                <v:fill type="solid"/>
              </v:shape>
            </v:group>
            <v:group style="position:absolute;left:2946;top:4279;width:858;height:160" coordorigin="2946,4279" coordsize="858,160">
              <v:shape style="position:absolute;left:2946;top:4279;width:858;height:160" coordorigin="2946,4279" coordsize="858,160" path="m3731,4279l3794,4348,3803,4365,3804,4383,3797,4399,3784,4411,3766,4416,3110,4438,3089,4437,3031,4418,2986,4375,2946,4299,3731,4279xe" filled="false" stroked="true" strokeweight=".475pt" strokecolor="#020302">
                <v:path arrowok="t"/>
              </v:shape>
            </v:group>
            <v:group style="position:absolute;left:3109;top:4527;width:691;height:379" coordorigin="3109,4527" coordsize="691,379">
              <v:shape style="position:absolute;left:3109;top:4527;width:691;height:379" coordorigin="3109,4527" coordsize="691,379" path="m3742,4527l3143,4550,3126,4562,3114,4580,3109,4602,3109,4905,3800,4870,3800,4580,3795,4559,3782,4542,3764,4530,3742,4527xe" filled="true" fillcolor="#010202" stroked="false">
                <v:path arrowok="t"/>
                <v:fill type="solid"/>
              </v:shape>
            </v:group>
            <v:group style="position:absolute;left:3109;top:4527;width:691;height:379" coordorigin="3109,4527" coordsize="691,379">
              <v:shape style="position:absolute;left:3109;top:4527;width:691;height:379" coordorigin="3109,4527" coordsize="691,379" path="m3109,4905l3109,4602,3114,4580,3126,4562,3143,4550,3742,4527,3764,4530,3782,4542,3795,4559,3800,4580,3800,4870,3109,4905xe" filled="false" stroked="true" strokeweight=".475pt" strokecolor="#020302">
                <v:path arrowok="t"/>
              </v:shape>
            </v:group>
            <v:group style="position:absolute;left:3109;top:4527;width:691;height:171" coordorigin="3109,4527" coordsize="691,171">
              <v:shape style="position:absolute;left:3109;top:4527;width:691;height:171" coordorigin="3109,4527" coordsize="691,171" path="m3745,4527l3164,4545,3113,4581,3109,4602,3109,4697,3800,4669,3800,4583,3796,4562,3784,4544,3766,4532,3745,4527xe" filled="true" fillcolor="#a7a9ac" stroked="false">
                <v:path arrowok="t"/>
                <v:fill type="solid"/>
              </v:shape>
            </v:group>
            <v:group style="position:absolute;left:3109;top:4527;width:691;height:171" coordorigin="3109,4527" coordsize="691,171">
              <v:shape style="position:absolute;left:3109;top:4527;width:691;height:171" coordorigin="3109,4527" coordsize="691,171" path="m3109,4602l3109,4697,3800,4669,3800,4583,3796,4562,3784,4544,3766,4532,3745,4527,3164,4545,3142,4550,3125,4563,3113,4581,3109,4602xe" filled="false" stroked="true" strokeweight=".475pt" strokecolor="#020302">
                <v:path arrowok="t"/>
              </v:shape>
            </v:group>
            <v:group style="position:absolute;left:3075;top:4307;width:647;height:111" coordorigin="3075,4307" coordsize="647,111">
              <v:shape style="position:absolute;left:3075;top:4307;width:647;height:111" coordorigin="3075,4307" coordsize="647,111" path="m3653,4307l3075,4323,3123,4418,3722,4400,3653,4307xe" filled="true" fillcolor="#010202" stroked="false">
                <v:path arrowok="t"/>
                <v:fill type="solid"/>
              </v:shape>
            </v:group>
            <v:group style="position:absolute;left:3075;top:4307;width:647;height:111" coordorigin="3075,4307" coordsize="647,111">
              <v:shape style="position:absolute;left:3075;top:4307;width:647;height:111" coordorigin="3075,4307" coordsize="647,111" path="m3075,4323l3653,4307,3722,4400,3123,4418,3075,4323xe" filled="false" stroked="true" strokeweight=".475pt" strokecolor="#020302">
                <v:path arrowok="t"/>
              </v:shape>
            </v:group>
            <v:group style="position:absolute;left:3012;top:4630;width:41;height:47" coordorigin="3012,4630" coordsize="41,47">
              <v:shape style="position:absolute;left:3012;top:4630;width:41;height:47" coordorigin="3012,4630" coordsize="41,47" path="m3043,4630l3021,4630,3012,4640,3012,4666,3021,4676,3043,4676,3052,4666,3052,4640,3043,4630xe" filled="true" fillcolor="#a7a9ac" stroked="false">
                <v:path arrowok="t"/>
                <v:fill type="solid"/>
              </v:shape>
            </v:group>
            <v:group style="position:absolute;left:3658;top:4477;width:136;height:35" coordorigin="3658,4477" coordsize="136,35">
              <v:shape style="position:absolute;left:3658;top:4477;width:136;height:35" coordorigin="3658,4477" coordsize="136,35" path="m3794,4477l3658,4483,3658,4511,3794,4506,3794,4477xe" filled="true" fillcolor="#a7a9ac" stroked="false">
                <v:path arrowok="t"/>
                <v:fill type="solid"/>
              </v:shape>
            </v:group>
            <v:group style="position:absolute;left:3429;top:4590;width:50;height:31" coordorigin="3429,4590" coordsize="50,31">
              <v:shape style="position:absolute;left:3429;top:4590;width:50;height:31" coordorigin="3429,4590" coordsize="50,31" path="m3479,4590l3429,4591,3429,4620,3479,4617,3479,4590xe" filled="true" fillcolor="#58595b" stroked="false">
                <v:path arrowok="t"/>
                <v:fill type="solid"/>
              </v:shape>
            </v:group>
            <v:group style="position:absolute;left:3279;top:4381;width:379;height:72" coordorigin="3279,4381" coordsize="379,72">
              <v:shape style="position:absolute;left:3279;top:4381;width:379;height:72" coordorigin="3279,4381" coordsize="379,72" path="m3658,4381l3334,4392,3279,4453,3604,4441,3658,4381xe" filled="true" fillcolor="#a7a9ac" stroked="false">
                <v:path arrowok="t"/>
                <v:fill type="solid"/>
              </v:shape>
            </v:group>
            <v:group style="position:absolute;left:3279;top:4381;width:379;height:72" coordorigin="3279,4381" coordsize="379,72">
              <v:shape style="position:absolute;left:3279;top:4381;width:379;height:72" coordorigin="3279,4381" coordsize="379,72" path="m3279,4453l3334,4392,3658,4381,3604,4441,3279,4453xe" filled="false" stroked="true" strokeweight=".475pt" strokecolor="#020302">
                <v:path arrowok="t"/>
              </v:shape>
            </v:group>
            <v:group style="position:absolute;left:3262;top:4410;width:56;height:44" coordorigin="3262,4410" coordsize="56,44">
              <v:shape style="position:absolute;left:3262;top:4410;width:56;height:44" coordorigin="3262,4410" coordsize="56,44" path="m3318,4410l3262,4413,3279,4453,3318,4410xe" filled="true" fillcolor="#d1d3d4" stroked="false">
                <v:path arrowok="t"/>
                <v:fill type="solid"/>
              </v:shape>
            </v:group>
            <v:group style="position:absolute;left:3262;top:4410;width:56;height:44" coordorigin="3262,4410" coordsize="56,44">
              <v:shape style="position:absolute;left:3262;top:4410;width:56;height:44" coordorigin="3262,4410" coordsize="56,44" path="m3279,4453l3262,4413,3318,4410,3279,4453xe" filled="false" stroked="true" strokeweight=".475pt" strokecolor="#020302">
                <v:path arrowok="t"/>
              </v:shape>
            </v:group>
            <v:group style="position:absolute;left:3075;top:4307;width:578;height:53" coordorigin="3075,4307" coordsize="578,53">
              <v:shape style="position:absolute;left:3075;top:4307;width:578;height:53" coordorigin="3075,4307" coordsize="578,53" path="m3653,4307l3075,4323,3094,4360,3639,4341,3653,4307xe" filled="true" fillcolor="#808285" stroked="false">
                <v:path arrowok="t"/>
                <v:fill type="solid"/>
              </v:shape>
            </v:group>
            <v:group style="position:absolute;left:3075;top:4307;width:578;height:53" coordorigin="3075,4307" coordsize="578,53">
              <v:shape style="position:absolute;left:3075;top:4307;width:578;height:53" coordorigin="3075,4307" coordsize="578,53" path="m3653,4307l3639,4341,3094,4360,3075,4323,3653,4307xe" filled="false" stroked="true" strokeweight=".475pt" strokecolor="#020302">
                <v:path arrowok="t"/>
              </v:shape>
            </v:group>
            <v:group style="position:absolute;left:3639;top:4307;width:83;height:94" coordorigin="3639,4307" coordsize="83,94">
              <v:shape style="position:absolute;left:3639;top:4307;width:83;height:94" coordorigin="3639,4307" coordsize="83,94" path="m3653,4307l3639,4341,3678,4401,3722,4400,3653,4307xe" filled="true" fillcolor="#808285" stroked="false">
                <v:path arrowok="t"/>
                <v:fill type="solid"/>
              </v:shape>
            </v:group>
            <v:group style="position:absolute;left:3639;top:4307;width:83;height:94" coordorigin="3639,4307" coordsize="83,94">
              <v:shape style="position:absolute;left:3639;top:4307;width:83;height:94" coordorigin="3639,4307" coordsize="83,94" path="m3639,4341l3678,4401,3722,4400,3653,4307,3639,4341xe" filled="false" stroked="true" strokeweight=".475pt" strokecolor="#020302">
                <v:path arrowok="t"/>
              </v:shape>
            </v:group>
            <v:group style="position:absolute;left:3109;top:4819;width:771;height:155" coordorigin="3109,4819" coordsize="771,155">
              <v:shape style="position:absolute;left:3109;top:4819;width:771;height:155" coordorigin="3109,4819" coordsize="771,155" path="m3109,4819l3109,4905,3157,4973,3880,4931,3800,4870,3109,4819xe" filled="true" fillcolor="#6d6e71" stroked="false">
                <v:path arrowok="t"/>
                <v:fill type="solid"/>
              </v:shape>
            </v:group>
            <v:group style="position:absolute;left:3109;top:4819;width:771;height:155" coordorigin="3109,4819" coordsize="771,155">
              <v:shape style="position:absolute;left:3109;top:4819;width:771;height:155" coordorigin="3109,4819" coordsize="771,155" path="m3109,4905l3157,4973,3880,4931,3800,4870,3109,4819,3109,4905xe" filled="false" stroked="true" strokeweight=".475pt" strokecolor="#020302">
                <v:path arrowok="t"/>
              </v:shape>
            </v:group>
            <v:group style="position:absolute;left:3203;top:4844;width:610;height:85" coordorigin="3203,4844" coordsize="610,85">
              <v:shape style="position:absolute;left:3203;top:4844;width:610;height:85" coordorigin="3203,4844" coordsize="610,85" path="m3813,4844l3203,4879,3203,4929,3813,4892,3813,4844xe" filled="true" fillcolor="#ffffff" stroked="false">
                <v:path arrowok="t"/>
                <v:fill type="solid"/>
              </v:shape>
            </v:group>
            <v:group style="position:absolute;left:3203;top:4844;width:610;height:85" coordorigin="3203,4844" coordsize="610,85">
              <v:shape style="position:absolute;left:3203;top:4844;width:610;height:85" coordorigin="3203,4844" coordsize="610,85" path="m3203,4929l3813,4892,3813,4844,3203,4879,3203,4929xe" filled="false" stroked="true" strokeweight=".475pt" strokecolor="#020302">
                <v:path arrowok="t"/>
              </v:shape>
            </v:group>
            <v:group style="position:absolute;left:3109;top:4774;width:95;height:155" coordorigin="3109,4774" coordsize="95,155">
              <v:shape style="position:absolute;left:3109;top:4774;width:95;height:155" coordorigin="3109,4774" coordsize="95,155" path="m3109,4774l3109,4819,3203,4929,3203,4879,3109,4774xe" filled="true" fillcolor="#d1d3d4" stroked="false">
                <v:path arrowok="t"/>
                <v:fill type="solid"/>
              </v:shape>
            </v:group>
            <v:group style="position:absolute;left:3109;top:4774;width:95;height:155" coordorigin="3109,4774" coordsize="95,155">
              <v:shape style="position:absolute;left:3109;top:4774;width:95;height:155" coordorigin="3109,4774" coordsize="95,155" path="m3203,4929l3109,4819,3109,4774,3203,4879,3203,4929xe" filled="false" stroked="true" strokeweight=".475pt" strokecolor="#020302">
                <v:path arrowok="t"/>
              </v:shape>
            </v:group>
            <v:group style="position:absolute;left:3109;top:4678;width:705;height:202" coordorigin="3109,4678" coordsize="705,202">
              <v:shape style="position:absolute;left:3109;top:4678;width:705;height:202" coordorigin="3109,4678" coordsize="705,202" path="m3595,4678l3109,4697,3109,4774,3203,4879,3813,4844,3595,4678xe" filled="true" fillcolor="#ffffff" stroked="false">
                <v:path arrowok="t"/>
                <v:fill type="solid"/>
              </v:shape>
            </v:group>
            <v:group style="position:absolute;left:3109;top:4678;width:705;height:202" coordorigin="3109,4678" coordsize="705,202">
              <v:shape style="position:absolute;left:3109;top:4678;width:705;height:202" coordorigin="3109,4678" coordsize="705,202" path="m3109,4774l3203,4879,3813,4844,3595,4678,3109,4697,3109,4774xe" filled="false" stroked="true" strokeweight=".475pt" strokecolor="#020302">
                <v:path arrowok="t"/>
              </v:shape>
            </v:group>
            <v:group style="position:absolute;left:2866;top:5474;width:511;height:425" coordorigin="2866,5474" coordsize="511,425">
              <v:shape style="position:absolute;left:2866;top:5474;width:511;height:425" coordorigin="2866,5474" coordsize="511,425" path="m2874,5474l2866,5525,2881,5582,3377,5898,3377,5837,3363,5760,2874,5474xe" filled="true" fillcolor="#58595b" stroked="false">
                <v:path arrowok="t"/>
                <v:fill type="solid"/>
              </v:shape>
            </v:group>
            <v:group style="position:absolute;left:2866;top:5474;width:511;height:425" coordorigin="2866,5474" coordsize="511,425">
              <v:shape style="position:absolute;left:2866;top:5474;width:511;height:425" coordorigin="2866,5474" coordsize="511,425" path="m2874,5474l2866,5525,2881,5582,3377,5898,3377,5837,3363,5760,2874,5474xe" filled="false" stroked="true" strokeweight=".475pt" strokecolor="#020302">
                <v:path arrowok="t"/>
              </v:shape>
            </v:group>
            <v:group style="position:absolute;left:3363;top:5640;width:605;height:258" coordorigin="3363,5640" coordsize="605,258">
              <v:shape style="position:absolute;left:3363;top:5640;width:605;height:258" coordorigin="3363,5640" coordsize="605,258" path="m3943,5640l3363,5760,3377,5837,3377,5898,3955,5765,3967,5713,3943,5640xe" filled="true" fillcolor="#58595b" stroked="false">
                <v:path arrowok="t"/>
                <v:fill type="solid"/>
              </v:shape>
            </v:group>
            <v:group style="position:absolute;left:3363;top:5640;width:605;height:258" coordorigin="3363,5640" coordsize="605,258">
              <v:shape style="position:absolute;left:3363;top:5640;width:605;height:258" coordorigin="3363,5640" coordsize="605,258" path="m3943,5640l3967,5713,3955,5765,3377,5898,3377,5837,3363,5760,3943,5640xe" filled="false" stroked="true" strokeweight=".475pt" strokecolor="#020302">
                <v:path arrowok="t"/>
              </v:shape>
            </v:group>
            <v:group style="position:absolute;left:2898;top:5593;width:975;height:329" coordorigin="2898,5593" coordsize="975,329">
              <v:shape style="position:absolute;left:2898;top:5593;width:975;height:329" coordorigin="2898,5593" coordsize="975,329" path="m2898,5593l2905,5614,3386,5922,3491,5898,3377,5898,2898,5593xe" filled="true" fillcolor="#010202" stroked="false">
                <v:path arrowok="t"/>
                <v:fill type="solid"/>
              </v:shape>
              <v:shape style="position:absolute;left:2898;top:5593;width:975;height:329" coordorigin="2898,5593" coordsize="975,329" path="m3873,5786l3377,5898,3491,5898,3851,5817,3873,5786xe" filled="true" fillcolor="#010202" stroked="false">
                <v:path arrowok="t"/>
                <v:fill type="solid"/>
              </v:shape>
            </v:group>
            <v:group style="position:absolute;left:2898;top:5593;width:975;height:329" coordorigin="2898,5593" coordsize="975,329">
              <v:shape style="position:absolute;left:2898;top:5593;width:975;height:329" coordorigin="2898,5593" coordsize="975,329" path="m3873,5786l3851,5817,3386,5922,2905,5614,2898,5593,3377,5898,3873,5786xe" filled="false" stroked="true" strokeweight=".475pt" strokecolor="#020302">
                <v:path arrowok="t"/>
              </v:shape>
            </v:group>
            <v:group style="position:absolute;left:3325;top:5348;width:608;height:181" coordorigin="3325,5348" coordsize="608,181">
              <v:shape style="position:absolute;left:3325;top:5348;width:608;height:181" coordorigin="3325,5348" coordsize="608,181" path="m3808,5348l3325,5425,3352,5529,3932,5421,3932,5404,3808,5348xe" filled="true" fillcolor="#6d6e71" stroked="false">
                <v:path arrowok="t"/>
                <v:fill type="solid"/>
              </v:shape>
            </v:group>
            <v:group style="position:absolute;left:3325;top:5348;width:608;height:181" coordorigin="3325,5348" coordsize="608,181">
              <v:shape style="position:absolute;left:3325;top:5348;width:608;height:181" coordorigin="3325,5348" coordsize="608,181" path="m3352,5529l3325,5425,3808,5348,3932,5404,3932,5421,3352,5529xe" filled="false" stroked="true" strokeweight=".475pt" strokecolor="#020302">
                <v:path arrowok="t"/>
              </v:shape>
            </v:group>
            <v:group style="position:absolute;left:2874;top:5391;width:479;height:138" coordorigin="2874,5391" coordsize="479,138">
              <v:shape style="position:absolute;left:2874;top:5391;width:479;height:138" coordorigin="2874,5391" coordsize="479,138" path="m2924,5391l2874,5459,2874,5474,3352,5529,3325,5425,2924,5391xe" filled="true" fillcolor="#58595b" stroked="false">
                <v:path arrowok="t"/>
                <v:fill type="solid"/>
              </v:shape>
            </v:group>
            <v:group style="position:absolute;left:2874;top:5391;width:479;height:138" coordorigin="2874,5391" coordsize="479,138">
              <v:shape style="position:absolute;left:2874;top:5391;width:479;height:138" coordorigin="2874,5391" coordsize="479,138" path="m3325,5425l2924,5391,2874,5459,2874,5474,3352,5529,3325,5425xe" filled="false" stroked="true" strokeweight=".475pt" strokecolor="#020302">
                <v:path arrowok="t"/>
              </v:shape>
            </v:group>
            <v:group style="position:absolute;left:2924;top:5325;width:885;height:101" coordorigin="2924,5325" coordsize="885,101">
              <v:shape style="position:absolute;left:2924;top:5325;width:885;height:101" coordorigin="2924,5325" coordsize="885,101" path="m3343,5325l2924,5391,3325,5425,3808,5348,3343,5325xe" filled="true" fillcolor="#808285" stroked="false">
                <v:path arrowok="t"/>
                <v:fill type="solid"/>
              </v:shape>
            </v:group>
            <v:group style="position:absolute;left:2924;top:5325;width:885;height:101" coordorigin="2924,5325" coordsize="885,101">
              <v:shape style="position:absolute;left:2924;top:5325;width:885;height:101" coordorigin="2924,5325" coordsize="885,101" path="m2924,5391l3343,5325,3808,5348,3325,5425,2924,5391xe" filled="false" stroked="true" strokeweight=".475pt" strokecolor="#020302">
                <v:path arrowok="t"/>
              </v:shape>
            </v:group>
            <v:group style="position:absolute;left:2874;top:5474;width:1069;height:287" coordorigin="2874,5474" coordsize="1069,287">
              <v:shape style="position:absolute;left:2874;top:5474;width:1069;height:287" coordorigin="2874,5474" coordsize="1069,287" path="m2874,5474l3363,5760,3942,5640,3701,5529,3352,5529,2874,5474xe" filled="true" fillcolor="#414042" stroked="false">
                <v:path arrowok="t"/>
                <v:fill type="solid"/>
              </v:shape>
              <v:shape style="position:absolute;left:2874;top:5474;width:1069;height:287" coordorigin="2874,5474" coordsize="1069,287" path="m3601,5483l3352,5529,3701,5529,3601,5483xe" filled="true" fillcolor="#414042" stroked="false">
                <v:path arrowok="t"/>
                <v:fill type="solid"/>
              </v:shape>
            </v:group>
            <v:group style="position:absolute;left:2874;top:5474;width:1069;height:287" coordorigin="2874,5474" coordsize="1069,287">
              <v:shape style="position:absolute;left:2874;top:5474;width:1069;height:287" coordorigin="2874,5474" coordsize="1069,287" path="m3601,5483l3942,5640,3363,5760,2874,5474,3352,5529,3601,5483xe" filled="false" stroked="true" strokeweight=".475pt" strokecolor="#020302">
                <v:path arrowok="t"/>
              </v:shape>
            </v:group>
            <v:group style="position:absolute;left:2986;top:5487;width:834;height:217" coordorigin="2986,5487" coordsize="834,217">
              <v:shape style="position:absolute;left:2986;top:5487;width:834;height:217" coordorigin="2986,5487" coordsize="834,217" path="m2986,5487l3386,5703,3820,5617,3626,5529,3352,5529,2986,5487xe" filled="true" fillcolor="#d1d3d4" stroked="false">
                <v:path arrowok="t"/>
                <v:fill type="solid"/>
              </v:shape>
              <v:shape style="position:absolute;left:2986;top:5487;width:834;height:217" coordorigin="2986,5487" coordsize="834,217" path="m3547,5493l3352,5529,3626,5529,3547,5493xe" filled="true" fillcolor="#d1d3d4" stroked="false">
                <v:path arrowok="t"/>
                <v:fill type="solid"/>
              </v:shape>
            </v:group>
            <v:group style="position:absolute;left:2986;top:5487;width:834;height:217" coordorigin="2986,5487" coordsize="834,217">
              <v:shape style="position:absolute;left:2986;top:5487;width:834;height:217" coordorigin="2986,5487" coordsize="834,217" path="m3547,5493l3820,5617,3386,5703,2986,5487,3352,5529,3547,5493xe" filled="false" stroked="true" strokeweight=".475pt" strokecolor="#020302">
                <v:path arrowok="t"/>
              </v:shape>
            </v:group>
            <v:group style="position:absolute;left:3363;top:5640;width:605;height:197" coordorigin="3363,5640" coordsize="605,197">
              <v:shape style="position:absolute;left:3363;top:5640;width:605;height:197" coordorigin="3363,5640" coordsize="605,197" path="m3943,5640l3363,5760,3377,5837,3967,5713,3943,5640xe" filled="true" fillcolor="#6d6e71" stroked="false">
                <v:path arrowok="t"/>
                <v:fill type="solid"/>
              </v:shape>
            </v:group>
            <v:group style="position:absolute;left:3363;top:5640;width:605;height:197" coordorigin="3363,5640" coordsize="605,197">
              <v:shape style="position:absolute;left:3363;top:5640;width:605;height:197" coordorigin="3363,5640" coordsize="605,197" path="m3377,5837l3967,5713,3943,5640,3363,5760,3377,5837xe" filled="false" stroked="true" strokeweight=".475pt" strokecolor="#020302">
                <v:path arrowok="t"/>
              </v:shape>
            </v:group>
            <v:group style="position:absolute;left:3555;top:5697;width:230;height:76" coordorigin="3555,5697" coordsize="230,76">
              <v:shape style="position:absolute;left:3555;top:5697;width:230;height:76" coordorigin="3555,5697" coordsize="230,76" path="m3777,5697l3555,5742,3564,5773,3785,5727,3777,5697xe" filled="true" fillcolor="#414042" stroked="false">
                <v:path arrowok="t"/>
                <v:fill type="solid"/>
              </v:shape>
            </v:group>
            <v:group style="position:absolute;left:3389;top:5779;width:33;height:35" coordorigin="3389,5779" coordsize="33,35">
              <v:shape style="position:absolute;left:3389;top:5779;width:33;height:35" coordorigin="3389,5779" coordsize="33,35" path="m3408,5779l3393,5785,3389,5793,3395,5810,3403,5814,3418,5809,3422,5800,3416,5784,3408,5779xe" filled="true" fillcolor="#414042" stroked="false">
                <v:path arrowok="t"/>
                <v:fill type="solid"/>
              </v:shape>
              <v:shape style="position:absolute;left:125;top:4045;width:2227;height:2109" type="#_x0000_t75" stroked="false">
                <v:imagedata r:id="rId14" o:title=""/>
              </v:shape>
              <v:shape style="position:absolute;left:6302;top:145;width:81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Laptop</w:t>
                      </w: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 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641;top:373;width:63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Internet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358;top:1716;width:81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Laptop</w:t>
                      </w: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 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7048;top:1686;width:992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Smartphone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022;top:2346;width:504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Server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773;top:2223;width:532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Router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342;top:2280;width:863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3"/>
                          <w:sz w:val="19"/>
                        </w:rPr>
                        <w:t>WiFi</w:t>
                      </w: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router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2255;top:3511;width:529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Switch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681;top:3511;width:529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Switch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472;top:3759;width:70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IP phone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4803;width:212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051;top:4823;width:2617;height:373" type="#_x0000_t202" filled="false" stroked="false">
                <v:textbox inset="0,0,0,0">
                  <w:txbxContent>
                    <w:p>
                      <w:pPr>
                        <w:spacing w:line="165" w:lineRule="exact" w:before="0"/>
                        <w:ind w:left="227" w:right="0" w:firstLine="0"/>
                        <w:jc w:val="center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  <w:p>
                      <w:pPr>
                        <w:tabs>
                          <w:tab w:pos="2086" w:val="left" w:leader="none"/>
                        </w:tabs>
                        <w:spacing w:line="207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Ring</w:t>
                        <w:tab/>
                      </w:r>
                      <w:r>
                        <w:rPr>
                          <w:rFonts w:ascii="Myriad Pro"/>
                          <w:color w:val="020303"/>
                          <w:spacing w:val="-1"/>
                          <w:position w:val="2"/>
                          <w:sz w:val="19"/>
                        </w:rPr>
                        <w:t>Printer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5954;width:212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2374;top:5954;width:212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097;top:5951;width:640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Scanner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241;top:5951;width:913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Desktop</w:t>
                      </w: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 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945;top:5951;width:913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9"/>
                        </w:rPr>
                        <w:t>Desktop</w:t>
                      </w: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 PC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7272;top:5951;width:70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020303"/>
                          <w:sz w:val="19"/>
                        </w:rPr>
                        <w:t>IP phone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350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Visual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representation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Web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studio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network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65" w:lineRule="auto" w:before="0"/>
        <w:ind w:left="1100" w:right="1211"/>
        <w:jc w:val="left"/>
      </w:pPr>
      <w:r>
        <w:rPr>
          <w:rFonts w:ascii="Arial"/>
          <w:b/>
          <w:color w:val="4C4D4F"/>
        </w:rPr>
        <w:t>Network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administrator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person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who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responsible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maintaining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server.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person</w:t>
      </w:r>
      <w:r>
        <w:rPr>
          <w:color w:val="4C4D4F"/>
        </w:rPr>
        <w:t> 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add/delete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give </w:t>
      </w:r>
      <w:r>
        <w:rPr>
          <w:color w:val="4C4D4F"/>
          <w:spacing w:val="-1"/>
        </w:rPr>
        <w:t>access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enable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printers.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2"/>
        </w:rPr>
        <w:t>cannot</w:t>
      </w:r>
      <w:r>
        <w:rPr>
          <w:color w:val="4C4D4F"/>
          <w:spacing w:val="85"/>
          <w:w w:val="99"/>
        </w:rPr>
        <w:t> </w:t>
      </w:r>
      <w:r>
        <w:rPr>
          <w:rFonts w:ascii="Arial"/>
          <w:color w:val="4C4D4F"/>
          <w:spacing w:val="-1"/>
        </w:rPr>
        <w:t>access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network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(login)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printer,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network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administrator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restricted</w:t>
      </w:r>
      <w:r>
        <w:rPr>
          <w:rFonts w:ascii="Arial"/>
          <w:color w:val="4C4D4F"/>
          <w:spacing w:val="-3"/>
        </w:rPr>
        <w:t> your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2"/>
        </w:rPr>
        <w:t>access.</w:t>
      </w:r>
      <w:r>
        <w:rPr/>
      </w:r>
    </w:p>
    <w:p>
      <w:pPr>
        <w:pStyle w:val="BodyText"/>
        <w:spacing w:line="265" w:lineRule="auto" w:before="144"/>
        <w:ind w:left="1100" w:right="1211"/>
        <w:jc w:val="left"/>
      </w:pPr>
      <w:r>
        <w:rPr>
          <w:rFonts w:ascii="Arial" w:hAnsi="Arial" w:cs="Arial" w:eastAsia="Arial"/>
          <w:b/>
          <w:bCs/>
          <w:color w:val="4C4D4F"/>
        </w:rPr>
        <w:t>Network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hub/switch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connects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devices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(desktop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computers,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2"/>
        </w:rPr>
        <w:t>printers,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server, </w:t>
      </w:r>
      <w:r>
        <w:rPr>
          <w:color w:val="4C4D4F"/>
          <w:spacing w:val="-5"/>
        </w:rPr>
        <w:t>rou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er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e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c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)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they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</w:rPr>
        <w:t>“talk”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them.</w:t>
      </w:r>
      <w:r>
        <w:rPr/>
      </w:r>
    </w:p>
    <w:p>
      <w:pPr>
        <w:pStyle w:val="BodyText"/>
        <w:spacing w:line="265" w:lineRule="auto" w:before="144"/>
        <w:ind w:left="1100" w:right="121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Router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connect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networks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school,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router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connects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3"/>
        </w:rPr>
        <w:t>server, </w:t>
      </w:r>
      <w:r>
        <w:rPr>
          <w:rFonts w:ascii="Arial"/>
          <w:color w:val="4C4D4F"/>
          <w:spacing w:val="-2"/>
        </w:rPr>
        <w:t>Internet,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wi-fi,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client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computers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together.</w:t>
      </w:r>
      <w:r>
        <w:rPr>
          <w:rFonts w:ascii="Arial"/>
        </w:rPr>
      </w:r>
    </w:p>
    <w:p>
      <w:pPr>
        <w:pStyle w:val="BodyText"/>
        <w:spacing w:line="265" w:lineRule="auto" w:before="144"/>
        <w:ind w:left="1100" w:right="1289"/>
        <w:jc w:val="both"/>
      </w:pPr>
      <w:r>
        <w:rPr>
          <w:rFonts w:ascii="Arial" w:hAnsi="Arial" w:cs="Arial" w:eastAsia="Arial"/>
          <w:b/>
          <w:bCs/>
          <w:color w:val="4C4D4F"/>
        </w:rPr>
        <w:t>Server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“main”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manages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hardware</w:t>
      </w:r>
      <w:r>
        <w:rPr>
          <w:color w:val="4C4D4F"/>
          <w:spacing w:val="41"/>
        </w:rPr>
        <w:t> </w:t>
      </w:r>
      <w:r>
        <w:rPr>
          <w:rFonts w:ascii="Arial" w:hAnsi="Arial" w:cs="Arial" w:eastAsia="Arial"/>
          <w:color w:val="4C4D4F"/>
          <w:spacing w:val="-4"/>
        </w:rPr>
        <w:t>(printers),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user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information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(files,</w:t>
      </w:r>
      <w:r>
        <w:rPr>
          <w:rFonts w:ascii="Arial" w:hAnsi="Arial" w:cs="Arial" w:eastAsia="Arial"/>
          <w:color w:val="4C4D4F"/>
          <w:spacing w:val="-3"/>
        </w:rPr>
        <w:t> passwords, </w:t>
      </w:r>
      <w:r>
        <w:rPr>
          <w:rFonts w:ascii="Arial" w:hAnsi="Arial" w:cs="Arial" w:eastAsia="Arial"/>
          <w:color w:val="4C4D4F"/>
          <w:spacing w:val="-6"/>
        </w:rPr>
        <w:t>etc.)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other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computers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5"/>
        </w:rPr>
        <w:t>(clients)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can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access</w:t>
      </w:r>
      <w:r>
        <w:rPr>
          <w:rFonts w:ascii="Arial" w:hAnsi="Arial" w:cs="Arial" w:eastAsia="Arial"/>
          <w:color w:val="4C4D4F"/>
          <w:spacing w:val="105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rooms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building.</w:t>
      </w:r>
      <w:r>
        <w:rPr/>
      </w:r>
    </w:p>
    <w:p>
      <w:pPr>
        <w:pStyle w:val="BodyText"/>
        <w:spacing w:line="265" w:lineRule="auto" w:before="144"/>
        <w:ind w:left="1100" w:right="1129"/>
        <w:jc w:val="left"/>
      </w:pPr>
      <w:r>
        <w:rPr>
          <w:rFonts w:ascii="Arial"/>
          <w:b/>
          <w:color w:val="4C4D4F"/>
          <w:spacing w:val="-1"/>
        </w:rPr>
        <w:t>Shared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drive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administrator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client</w:t>
      </w:r>
      <w:r>
        <w:rPr>
          <w:color w:val="4C4D4F"/>
          <w:spacing w:val="73"/>
          <w:w w:val="99"/>
        </w:rPr>
        <w:t> </w:t>
      </w:r>
      <w:r>
        <w:rPr>
          <w:rFonts w:ascii="Arial"/>
          <w:color w:val="4C4D4F"/>
          <w:spacing w:val="-2"/>
        </w:rPr>
        <w:t>computers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access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commonly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shared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between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them.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teacher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might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put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their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name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access</w:t>
      </w:r>
      <w:r>
        <w:rPr>
          <w:color w:val="4C4D4F"/>
          <w:spacing w:val="-3"/>
        </w:rPr>
        <w:t> instead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printing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handouts,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especially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always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network.</w:t>
      </w:r>
      <w:r>
        <w:rPr/>
      </w:r>
    </w:p>
    <w:p>
      <w:pPr>
        <w:spacing w:after="0" w:line="265" w:lineRule="auto"/>
        <w:jc w:val="left"/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129"/>
        <w:jc w:val="left"/>
      </w:pPr>
      <w:r>
        <w:rPr>
          <w:rFonts w:ascii="Arial"/>
          <w:b/>
          <w:color w:val="4C4D4F"/>
          <w:spacing w:val="-2"/>
        </w:rPr>
        <w:t>Username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way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server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recognizes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logging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network;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</w:rPr>
        <w:t> </w:t>
      </w:r>
      <w:r>
        <w:rPr>
          <w:color w:val="4C4D4F"/>
          <w:spacing w:val="59"/>
        </w:rPr>
        <w:t> </w:t>
      </w:r>
      <w:r>
        <w:rPr>
          <w:color w:val="4C4D4F"/>
          <w:spacing w:val="-3"/>
        </w:rPr>
        <w:t>give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them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(end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adminis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e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c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)</w:t>
      </w:r>
      <w:r>
        <w:rPr>
          <w:color w:val="4C4D4F"/>
          <w:spacing w:val="-7"/>
        </w:rPr>
        <w:t>;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direct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home</w:t>
      </w:r>
      <w:r>
        <w:rPr>
          <w:color w:val="4C4D4F"/>
          <w:spacing w:val="92"/>
        </w:rPr>
        <w:t> </w:t>
      </w:r>
      <w:r>
        <w:rPr>
          <w:rFonts w:ascii="Arial"/>
          <w:color w:val="4C4D4F"/>
          <w:spacing w:val="-2"/>
        </w:rPr>
        <w:t>drive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shared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drives.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username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network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vary.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Some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networks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3"/>
        </w:rPr>
        <w:t>name+last </w:t>
      </w:r>
      <w:r>
        <w:rPr>
          <w:rFonts w:ascii="Arial"/>
          <w:color w:val="4C4D4F"/>
          <w:spacing w:val="-2"/>
        </w:rPr>
        <w:t>name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combination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6"/>
        </w:rPr>
        <w:t>(e.g.,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johndoe),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just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student </w:t>
      </w:r>
      <w:r>
        <w:rPr>
          <w:rFonts w:ascii="Arial"/>
          <w:color w:val="4C4D4F"/>
          <w:spacing w:val="-2"/>
        </w:rPr>
        <w:t>identification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number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associated</w:t>
      </w:r>
      <w:r>
        <w:rPr>
          <w:rFonts w:ascii="Arial"/>
          <w:color w:val="4C4D4F"/>
          <w:spacing w:val="10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school.</w:t>
      </w:r>
      <w:r>
        <w:rPr>
          <w:color w:val="4C4D4F"/>
          <w:spacing w:val="-3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network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administrator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tell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2"/>
        </w:rPr>
        <w:t>this.</w:t>
      </w:r>
      <w:r>
        <w:rPr/>
      </w:r>
    </w:p>
    <w:p>
      <w:pPr>
        <w:pStyle w:val="BodyText"/>
        <w:spacing w:line="265" w:lineRule="auto" w:before="144"/>
        <w:ind w:right="1211"/>
        <w:jc w:val="left"/>
      </w:pPr>
      <w:r>
        <w:rPr>
          <w:rFonts w:ascii="Arial"/>
          <w:b/>
          <w:color w:val="4C4D4F"/>
          <w:spacing w:val="-2"/>
        </w:rPr>
        <w:t>User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password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password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limit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access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files,</w:t>
      </w:r>
      <w:r>
        <w:rPr>
          <w:rFonts w:ascii="Arial"/>
          <w:color w:val="4C4D4F"/>
          <w:spacing w:val="-3"/>
        </w:rPr>
        <w:t> email, </w:t>
      </w:r>
      <w:r>
        <w:rPr>
          <w:rFonts w:ascii="Arial"/>
          <w:color w:val="4C4D4F"/>
          <w:spacing w:val="-2"/>
        </w:rPr>
        <w:t>marks,</w:t>
      </w:r>
      <w:r>
        <w:rPr>
          <w:rFonts w:ascii="Arial"/>
          <w:color w:val="4C4D4F"/>
          <w:spacing w:val="-4"/>
        </w:rPr>
        <w:t> etc.,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only</w:t>
      </w:r>
      <w:r>
        <w:rPr>
          <w:rFonts w:ascii="Arial"/>
          <w:color w:val="4C4D4F"/>
          <w:spacing w:val="77"/>
        </w:rPr>
        <w:t> </w:t>
      </w:r>
      <w:r>
        <w:rPr>
          <w:color w:val="4C4D4F"/>
          <w:spacing w:val="-2"/>
        </w:rPr>
        <w:t>them.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password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  <w:spacing w:val="-2"/>
        </w:rPr>
        <w:t>not</w:t>
      </w:r>
      <w:r>
        <w:rPr>
          <w:rFonts w:ascii="Arial"/>
          <w:i/>
          <w:color w:val="4C4D4F"/>
          <w:spacing w:val="-4"/>
        </w:rPr>
        <w:t> </w:t>
      </w:r>
      <w:r>
        <w:rPr>
          <w:color w:val="4C4D4F"/>
          <w:spacing w:val="-2"/>
        </w:rPr>
        <w:t>meant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shared.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someone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may </w:t>
      </w:r>
      <w:r>
        <w:rPr>
          <w:color w:val="4C4D4F"/>
          <w:spacing w:val="-2"/>
        </w:rPr>
        <w:t>know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 password,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2"/>
        </w:rPr>
        <w:t>change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immedia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ely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64"/>
        <w:ind w:right="0"/>
        <w:jc w:val="left"/>
      </w:pPr>
      <w:r>
        <w:rPr>
          <w:rFonts w:ascii="Arial"/>
          <w:b/>
          <w:color w:val="4C4D4F"/>
        </w:rPr>
        <w:t>Wi-fi</w:t>
      </w:r>
      <w:r>
        <w:rPr>
          <w:color w:val="4C4D4F"/>
        </w:rPr>
        <w:t>: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wireless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4"/>
        </w:rPr>
        <w:t>(no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wires)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network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Internet.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5"/>
        </w:rPr>
        <w:t>30–60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0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(Google </w:t>
      </w:r>
      <w:r>
        <w:rPr>
          <w:color w:val="4C4D4F"/>
          <w:spacing w:val="-3"/>
        </w:rPr>
        <w:t>SketchUp,</w:t>
      </w:r>
      <w:r>
        <w:rPr>
          <w:color w:val="4C4D4F"/>
          <w:spacing w:val="-2"/>
        </w:rPr>
        <w:t> AutoCAD,</w:t>
      </w:r>
      <w:r>
        <w:rPr>
          <w:color w:val="4C4D4F"/>
          <w:spacing w:val="-1"/>
        </w:rPr>
        <w:t> CADopia,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N/A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right="1211"/>
        <w:jc w:val="left"/>
      </w:pPr>
      <w:r>
        <w:rPr>
          <w:color w:val="4C4D4F"/>
          <w:spacing w:val="-1"/>
        </w:rPr>
        <w:t>Contact the</w:t>
      </w:r>
      <w:r>
        <w:rPr>
          <w:color w:val="4C4D4F"/>
          <w:spacing w:val="-2"/>
        </w:rPr>
        <w:t> </w:t>
      </w:r>
      <w:r>
        <w:rPr>
          <w:color w:val="4C4D4F"/>
        </w:rPr>
        <w:t>network </w:t>
      </w:r>
      <w:r>
        <w:rPr>
          <w:color w:val="4C4D4F"/>
          <w:spacing w:val="-2"/>
        </w:rPr>
        <w:t>administrator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school </w:t>
      </w:r>
      <w:r>
        <w:rPr>
          <w:color w:val="4C4D4F"/>
        </w:rPr>
        <w:t>or</w:t>
      </w:r>
      <w:r>
        <w:rPr>
          <w:color w:val="4C4D4F"/>
          <w:spacing w:val="-1"/>
        </w:rPr>
        <w:t> district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 your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97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</w:rPr>
        <w:t>network,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</w:rPr>
        <w:t>software.</w:t>
      </w:r>
      <w:r>
        <w:rPr/>
      </w:r>
    </w:p>
    <w:p>
      <w:pPr>
        <w:pStyle w:val="BodyText"/>
        <w:spacing w:line="284" w:lineRule="auto"/>
        <w:ind w:right="1211"/>
        <w:jc w:val="left"/>
      </w:pPr>
      <w:r>
        <w:rPr>
          <w:color w:val="4C4D4F"/>
          <w:spacing w:val="-1"/>
        </w:rPr>
        <w:t>Another colleague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better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how the</w:t>
      </w:r>
      <w:r>
        <w:rPr>
          <w:color w:val="4C4D4F"/>
          <w:spacing w:val="-2"/>
        </w:rPr>
        <w:t> </w:t>
      </w:r>
      <w:r>
        <w:rPr>
          <w:color w:val="4C4D4F"/>
        </w:rPr>
        <w:t>network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3"/>
        </w:rPr>
        <w:t>up;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a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dedicated</w:t>
      </w:r>
      <w:r>
        <w:rPr>
          <w:color w:val="4C4D4F"/>
          <w:spacing w:val="-2"/>
        </w:rPr>
        <w:t> </w:t>
      </w:r>
      <w:r>
        <w:rPr>
          <w:color w:val="4C4D4F"/>
        </w:rPr>
        <w:t>person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staff.</w:t>
      </w:r>
      <w:r>
        <w:rPr>
          <w:color w:val="4C4D4F"/>
        </w:rPr>
        <w:t> Ask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school administration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the librarian.</w:t>
      </w:r>
      <w:r>
        <w:rPr/>
      </w:r>
    </w:p>
    <w:p>
      <w:pPr>
        <w:pStyle w:val="Heading2"/>
        <w:spacing w:line="240" w:lineRule="auto" w:before="181"/>
        <w:ind w:left="1080" w:right="0"/>
        <w:jc w:val="left"/>
        <w:rPr>
          <w:b w:val="0"/>
          <w:bCs w:val="0"/>
        </w:rPr>
      </w:pPr>
      <w:r>
        <w:rPr>
          <w:color w:val="4C4D4F"/>
        </w:rPr>
        <w:t>Networking</w:t>
      </w:r>
      <w:r>
        <w:rPr>
          <w:color w:val="4C4D4F"/>
          <w:spacing w:val="-8"/>
        </w:rPr>
        <w:t> </w:t>
      </w:r>
      <w:r>
        <w:rPr>
          <w:color w:val="4C4D4F"/>
          <w:spacing w:val="-5"/>
        </w:rPr>
        <w:t>101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5">
        <w:r>
          <w:rPr>
            <w:color w:val="456DA9"/>
            <w:spacing w:val="-2"/>
            <w:u w:val="single" w:color="456DA9"/>
          </w:rPr>
          <w:t>www.youtube.com/watch?v=aQVuZKLtBJg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C4D4F"/>
        </w:rPr>
        <w:t>Authenticating</w:t>
      </w:r>
      <w:r>
        <w:rPr>
          <w:color w:val="4C4D4F"/>
          <w:spacing w:val="-5"/>
        </w:rPr>
        <w:t> </w:t>
      </w:r>
      <w:r>
        <w:rPr>
          <w:color w:val="4C4D4F"/>
        </w:rPr>
        <w:t>on</w:t>
      </w:r>
      <w:r>
        <w:rPr>
          <w:color w:val="4C4D4F"/>
          <w:spacing w:val="-6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network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6">
        <w:r>
          <w:rPr>
            <w:color w:val="456DA9"/>
            <w:spacing w:val="-2"/>
            <w:u w:val="single" w:color="456DA9"/>
          </w:rPr>
          <w:t>www.youtube.com/watch?v=3JzalEkugkI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C4D4F"/>
        </w:rPr>
        <w:t>Networking</w:t>
      </w:r>
      <w:r>
        <w:rPr>
          <w:color w:val="4C4D4F"/>
          <w:spacing w:val="-10"/>
        </w:rPr>
        <w:t> </w:t>
      </w:r>
      <w:r>
        <w:rPr>
          <w:color w:val="4C4D4F"/>
        </w:rPr>
        <w:t>devices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7">
        <w:r>
          <w:rPr>
            <w:color w:val="456DA9"/>
            <w:spacing w:val="-2"/>
            <w:u w:val="single" w:color="456DA9"/>
          </w:rPr>
          <w:t>www.youtube.com/watch?v=uIfNIP_NBH0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211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show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logged</w:t>
      </w:r>
      <w:r>
        <w:rPr>
          <w:color w:val="4C4D4F"/>
          <w:spacing w:val="-1"/>
        </w:rPr>
        <w:t> in 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created </w:t>
      </w:r>
      <w:r>
        <w:rPr>
          <w:color w:val="4C4D4F"/>
        </w:rPr>
        <w:t>a</w:t>
      </w:r>
      <w:r>
        <w:rPr>
          <w:color w:val="4C4D4F"/>
          <w:spacing w:val="-1"/>
        </w:rPr>
        <w:t> folder under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home drive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course.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211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information.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follow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along.</w:t>
      </w:r>
      <w:r>
        <w:rPr/>
      </w:r>
    </w:p>
    <w:p>
      <w:pPr>
        <w:pStyle w:val="BodyText"/>
        <w:spacing w:line="284" w:lineRule="auto"/>
        <w:ind w:left="1460" w:right="121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Depending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</w:rPr>
        <w:t>network</w:t>
      </w:r>
      <w:r>
        <w:rPr>
          <w:color w:val="4C4D4F"/>
          <w:spacing w:val="-1"/>
        </w:rPr>
        <w:t> and version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Windows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MacOS,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  <w:spacing w:val="-1"/>
        </w:rPr>
        <w:t> </w:t>
      </w:r>
      <w:r>
        <w:rPr>
          <w:color w:val="4C4D4F"/>
        </w:rPr>
        <w:t>Ask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network </w:t>
      </w:r>
      <w:r>
        <w:rPr>
          <w:color w:val="4C4D4F"/>
          <w:spacing w:val="-2"/>
        </w:rPr>
        <w:t>administrator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another colleague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</w:t>
      </w:r>
      <w:r>
        <w:rPr>
          <w:color w:val="4C4D4F"/>
          <w:spacing w:val="-2"/>
        </w:rPr>
        <w:t>you any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following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978" w:hanging="32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computer and </w:t>
      </w:r>
      <w:r>
        <w:rPr>
          <w:color w:val="4C4D4F"/>
          <w:spacing w:val="-3"/>
        </w:rPr>
        <w:t>monitor.</w:t>
      </w:r>
      <w:r>
        <w:rPr>
          <w:color w:val="4C4D4F"/>
        </w:rPr>
        <w:t> </w:t>
      </w:r>
      <w:r>
        <w:rPr>
          <w:color w:val="4C4D4F"/>
          <w:spacing w:val="-1"/>
        </w:rPr>
        <w:t>Computer labs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</w:t>
      </w:r>
      <w:r>
        <w:rPr>
          <w:color w:val="4C4D4F"/>
          <w:spacing w:val="43"/>
        </w:rPr>
        <w:t> </w:t>
      </w:r>
      <w:r>
        <w:rPr>
          <w:color w:val="4C4D4F"/>
          <w:spacing w:val="-2"/>
        </w:rPr>
        <w:t>differently.</w:t>
      </w:r>
      <w:r>
        <w:rPr/>
      </w:r>
    </w:p>
    <w:p>
      <w:pPr>
        <w:pStyle w:val="BodyText"/>
        <w:spacing w:line="284" w:lineRule="auto"/>
        <w:ind w:left="1460" w:right="1211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 </w:t>
      </w:r>
      <w:r>
        <w:rPr>
          <w:color w:val="4C4D4F"/>
        </w:rPr>
        <w:t>on</w:t>
      </w:r>
      <w:r>
        <w:rPr>
          <w:color w:val="4C4D4F"/>
          <w:spacing w:val="-2"/>
        </w:rPr>
        <w:t> wall</w:t>
      </w:r>
      <w:r>
        <w:rPr>
          <w:color w:val="4C4D4F"/>
          <w:spacing w:val="-1"/>
        </w:rPr>
        <w:t> switches before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turn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their computers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monitors.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211" w:hanging="320"/>
        <w:jc w:val="left"/>
      </w:pPr>
      <w:r>
        <w:rPr>
          <w:color w:val="4C4D4F"/>
          <w:spacing w:val="-1"/>
        </w:rPr>
        <w:t>Computers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network </w:t>
      </w:r>
      <w:r>
        <w:rPr>
          <w:color w:val="4C4D4F"/>
          <w:spacing w:val="-1"/>
        </w:rPr>
        <w:t>will </w:t>
      </w:r>
      <w:r>
        <w:rPr>
          <w:color w:val="4C4D4F"/>
          <w:spacing w:val="-2"/>
        </w:rPr>
        <w:t>always</w:t>
      </w:r>
      <w:r>
        <w:rPr>
          <w:color w:val="4C4D4F"/>
          <w:spacing w:val="-1"/>
        </w:rPr>
        <w:t> boot</w:t>
      </w:r>
      <w:r>
        <w:rPr>
          <w:color w:val="4C4D4F"/>
        </w:rPr>
        <w:t> </w:t>
      </w:r>
      <w:r>
        <w:rPr>
          <w:color w:val="4C4D4F"/>
          <w:spacing w:val="-1"/>
        </w:rPr>
        <w:t>up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login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screen.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this point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43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enter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username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password.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school,</w:t>
      </w:r>
      <w:r>
        <w:rPr>
          <w:color w:val="4C4D4F"/>
        </w:rPr>
        <w:t> </w:t>
      </w:r>
      <w:r>
        <w:rPr>
          <w:color w:val="4C4D4F"/>
          <w:spacing w:val="-1"/>
        </w:rPr>
        <w:t>especially</w:t>
      </w:r>
      <w:r>
        <w:rPr>
          <w:color w:val="4C4D4F"/>
        </w:rPr>
        <w:t> </w:t>
      </w: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 </w:t>
      </w:r>
      <w:r>
        <w:rPr>
          <w:color w:val="4C4D4F"/>
          <w:spacing w:val="-2"/>
        </w:rPr>
        <w:t>new </w:t>
      </w:r>
      <w:r>
        <w:rPr>
          <w:color w:val="4C4D4F"/>
          <w:spacing w:val="-1"/>
        </w:rPr>
        <w:t>to the school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district has</w:t>
      </w:r>
      <w:r>
        <w:rPr>
          <w:color w:val="4C4D4F"/>
        </w:rPr>
        <w:t> </w:t>
      </w:r>
      <w:r>
        <w:rPr>
          <w:color w:val="4C4D4F"/>
          <w:spacing w:val="-1"/>
        </w:rPr>
        <w:t>upgraded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network.</w:t>
      </w:r>
      <w:r>
        <w:rPr/>
      </w:r>
    </w:p>
    <w:p>
      <w:pPr>
        <w:pStyle w:val="BodyText"/>
        <w:spacing w:line="284" w:lineRule="auto"/>
        <w:ind w:left="1460" w:right="1209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Note: </w:t>
      </w:r>
      <w:r>
        <w:rPr>
          <w:color w:val="4C4D4F"/>
          <w:spacing w:val="-2"/>
        </w:rPr>
        <w:t>Ensure you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talked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computer </w:t>
      </w:r>
      <w:r>
        <w:rPr>
          <w:color w:val="4C4D4F"/>
        </w:rPr>
        <w:t>network </w:t>
      </w:r>
      <w:r>
        <w:rPr>
          <w:color w:val="4C4D4F"/>
          <w:spacing w:val="-2"/>
        </w:rPr>
        <w:t>administrator</w:t>
      </w:r>
      <w:r>
        <w:rPr>
          <w:color w:val="4C4D4F"/>
          <w:spacing w:val="-1"/>
        </w:rPr>
        <w:t> 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begins to</w:t>
      </w:r>
      <w:r>
        <w:rPr>
          <w:color w:val="4C4D4F"/>
          <w:spacing w:val="-2"/>
        </w:rPr>
        <w:t> ensure</w:t>
      </w:r>
      <w:r>
        <w:rPr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</w:rPr>
        <w:t>all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 added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</w:rPr>
        <w:t>network </w:t>
      </w:r>
      <w:r>
        <w:rPr>
          <w:color w:val="4C4D4F"/>
          <w:spacing w:val="-1"/>
        </w:rPr>
        <w:t>as users.</w:t>
      </w:r>
      <w:r>
        <w:rPr>
          <w:color w:val="4C4D4F"/>
        </w:rPr>
        <w:t> </w:t>
      </w: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71"/>
        </w:rPr>
        <w:t> </w:t>
      </w:r>
      <w:r>
        <w:rPr>
          <w:color w:val="4C4D4F"/>
          <w:spacing w:val="-4"/>
        </w:rPr>
        <w:t>new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usually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network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administrator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2"/>
        </w:rPr>
        <w:t>given </w:t>
      </w:r>
      <w:r>
        <w:rPr>
          <w:color w:val="4C4D4F"/>
          <w:spacing w:val="-1"/>
        </w:rPr>
        <w:t>the user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temporary </w:t>
      </w:r>
      <w:r>
        <w:rPr>
          <w:color w:val="4C4D4F"/>
          <w:spacing w:val="-1"/>
        </w:rPr>
        <w:t>password.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want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“dummy”</w:t>
      </w:r>
      <w:r>
        <w:rPr>
          <w:color w:val="4C4D4F"/>
        </w:rPr>
        <w:t> </w:t>
      </w:r>
      <w:r>
        <w:rPr>
          <w:color w:val="4C4D4F"/>
          <w:spacing w:val="-1"/>
        </w:rPr>
        <w:t>account that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temporarily </w:t>
      </w:r>
      <w:r>
        <w:rPr>
          <w:color w:val="4C4D4F"/>
        </w:rPr>
        <w:t>access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get</w:t>
      </w:r>
      <w:r>
        <w:rPr>
          <w:color w:val="4C4D4F"/>
          <w:spacing w:val="-1"/>
        </w:rPr>
        <w:t> </w:t>
      </w:r>
      <w:r>
        <w:rPr>
          <w:color w:val="4C4D4F"/>
        </w:rPr>
        <w:t>started</w:t>
      </w:r>
      <w:r>
        <w:rPr>
          <w:color w:val="4C4D4F"/>
          <w:spacing w:val="-1"/>
        </w:rPr>
        <w:t> </w:t>
      </w:r>
      <w:r>
        <w:rPr>
          <w:color w:val="4C4D4F"/>
        </w:rPr>
        <w:t>if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network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administrator</w:t>
      </w:r>
      <w:r>
        <w:rPr>
          <w:color w:val="4C4D4F"/>
          <w:spacing w:val="-1"/>
        </w:rPr>
        <w:t> will allow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one.</w:t>
      </w:r>
      <w:r>
        <w:rPr/>
      </w:r>
    </w:p>
    <w:p>
      <w:pPr>
        <w:pStyle w:val="BodyText"/>
        <w:spacing w:line="284" w:lineRule="auto"/>
        <w:ind w:left="1460" w:right="1211"/>
        <w:jc w:val="left"/>
      </w:pP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logging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he/she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changes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his/her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password.</w:t>
      </w:r>
      <w:r>
        <w:rPr>
          <w:rFonts w:ascii="Arial"/>
          <w:color w:val="4C4D4F"/>
          <w:spacing w:val="85"/>
        </w:rPr>
        <w:t> </w:t>
      </w:r>
      <w:r>
        <w:rPr>
          <w:rFonts w:ascii="Arial"/>
          <w:color w:val="4C4D4F"/>
          <w:spacing w:val="-1"/>
        </w:rPr>
        <w:t>Usually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logs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network,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network </w:t>
      </w:r>
      <w:r>
        <w:rPr>
          <w:rFonts w:ascii="Arial"/>
          <w:color w:val="4C4D4F"/>
          <w:spacing w:val="-1"/>
        </w:rPr>
        <w:t>automatically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asks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password.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138" w:hanging="320"/>
        <w:jc w:val="left"/>
      </w:pPr>
      <w:r>
        <w:rPr>
          <w:rFonts w:ascii="Arial"/>
          <w:color w:val="4C4D4F"/>
        </w:rPr>
        <w:t>Confirm </w:t>
      </w:r>
      <w:r>
        <w:rPr>
          <w:rFonts w:ascii="Arial"/>
          <w:color w:val="4C4D4F"/>
          <w:spacing w:val="-1"/>
        </w:rPr>
        <w:t>everyone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class </w:t>
      </w:r>
      <w:r>
        <w:rPr>
          <w:rFonts w:ascii="Arial"/>
          <w:color w:val="4C4D4F"/>
          <w:spacing w:val="-1"/>
        </w:rPr>
        <w:t>has</w:t>
      </w:r>
      <w:r>
        <w:rPr>
          <w:rFonts w:ascii="Arial"/>
          <w:color w:val="4C4D4F"/>
        </w:rPr>
        <w:t> logged </w:t>
      </w:r>
      <w:r>
        <w:rPr>
          <w:rFonts w:ascii="Arial"/>
          <w:color w:val="4C4D4F"/>
          <w:spacing w:val="-2"/>
        </w:rPr>
        <w:t>in.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enter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correct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1"/>
        </w:rPr>
        <w:t>username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password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doing it </w:t>
      </w:r>
      <w:r>
        <w:rPr>
          <w:color w:val="4C4D4F"/>
          <w:spacing w:val="-2"/>
        </w:rPr>
        <w:t>yourself.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correct</w:t>
      </w:r>
      <w:r>
        <w:rPr>
          <w:color w:val="4C4D4F"/>
          <w:spacing w:val="-1"/>
        </w:rPr>
        <w:t> login does not</w:t>
      </w:r>
      <w:r>
        <w:rPr>
          <w:color w:val="4C4D4F"/>
        </w:rPr>
        <w:t> </w:t>
      </w:r>
      <w:r>
        <w:rPr>
          <w:color w:val="4C4D4F"/>
          <w:spacing w:val="-1"/>
        </w:rPr>
        <w:t>work,</w:t>
      </w:r>
      <w:r>
        <w:rPr>
          <w:color w:val="4C4D4F"/>
        </w:rPr>
        <w:t> check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make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sure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network cable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connected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network.</w:t>
      </w:r>
      <w:r>
        <w:rPr>
          <w:color w:val="4C4D4F"/>
          <w:spacing w:val="-1"/>
        </w:rPr>
        <w:t> </w:t>
      </w:r>
      <w:r>
        <w:rPr>
          <w:color w:val="4C4D4F"/>
        </w:rPr>
        <w:t>Also</w:t>
      </w:r>
      <w:r>
        <w:rPr>
          <w:color w:val="4C4D4F"/>
          <w:spacing w:val="-1"/>
        </w:rPr>
        <w:t> </w:t>
      </w:r>
      <w:r>
        <w:rPr>
          <w:color w:val="4C4D4F"/>
          <w:spacing w:val="2"/>
        </w:rPr>
        <w:t>try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having</w:t>
      </w:r>
      <w:r>
        <w:rPr>
          <w:color w:val="4C4D4F"/>
          <w:spacing w:val="-1"/>
        </w:rPr>
        <w:t> the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login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another</w:t>
      </w:r>
      <w:r>
        <w:rPr>
          <w:color w:val="4C4D4F"/>
        </w:rPr>
        <w:t> </w:t>
      </w:r>
      <w:r>
        <w:rPr>
          <w:color w:val="4C4D4F"/>
          <w:spacing w:val="-3"/>
        </w:rPr>
        <w:t>computer.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1"/>
        </w:rPr>
        <w:t>still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 </w:t>
      </w:r>
      <w:r>
        <w:rPr>
          <w:color w:val="4C4D4F"/>
        </w:rPr>
        <w:t>success,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give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temporary </w:t>
      </w:r>
      <w:r>
        <w:rPr>
          <w:color w:val="4C4D4F"/>
          <w:spacing w:val="-1"/>
        </w:rPr>
        <w:t>user and password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account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had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created for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network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administrator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 reason </w:t>
      </w:r>
      <w:r>
        <w:rPr>
          <w:color w:val="4C4D4F"/>
          <w:spacing w:val="-3"/>
        </w:rPr>
        <w:t>(take</w:t>
      </w:r>
      <w:r>
        <w:rPr>
          <w:color w:val="4C4D4F"/>
          <w:spacing w:val="-2"/>
        </w:rPr>
        <w:t> note</w:t>
      </w:r>
      <w:r>
        <w:rPr>
          <w:color w:val="4C4D4F"/>
          <w:spacing w:val="-1"/>
        </w:rPr>
        <w:t> of</w:t>
      </w:r>
      <w:r>
        <w:rPr>
          <w:color w:val="4C4D4F"/>
          <w:spacing w:val="77"/>
          <w:w w:val="99"/>
        </w:rPr>
        <w:t> </w:t>
      </w:r>
      <w:r>
        <w:rPr>
          <w:rFonts w:ascii="Arial"/>
          <w:color w:val="4C4D4F"/>
          <w:spacing w:val="-1"/>
        </w:rPr>
        <w:t>users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cannot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login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contact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network </w:t>
      </w:r>
      <w:r>
        <w:rPr>
          <w:rFonts w:ascii="Arial"/>
          <w:color w:val="4C4D4F"/>
          <w:spacing w:val="-1"/>
        </w:rPr>
        <w:t>administrator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accounts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fixed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next </w:t>
      </w:r>
      <w:r>
        <w:rPr>
          <w:color w:val="4C4D4F"/>
          <w:spacing w:val="-3"/>
        </w:rPr>
        <w:t>class).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838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is all logged</w:t>
      </w:r>
      <w:r>
        <w:rPr>
          <w:color w:val="4C4D4F"/>
          <w:spacing w:val="-2"/>
        </w:rPr>
        <w:t> in,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navigate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network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(Finder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</w:rPr>
        <w:t>MacOS,</w:t>
      </w:r>
      <w:r>
        <w:rPr>
          <w:color w:val="4C4D4F"/>
          <w:spacing w:val="-1"/>
        </w:rPr>
        <w:t> </w:t>
      </w:r>
      <w:r>
        <w:rPr>
          <w:color w:val="4C4D4F"/>
        </w:rPr>
        <w:t>Explorer </w:t>
      </w:r>
      <w:r>
        <w:rPr>
          <w:color w:val="4C4D4F"/>
          <w:spacing w:val="-1"/>
        </w:rPr>
        <w:t>in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Windows).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"/>
        </w:numPr>
        <w:tabs>
          <w:tab w:pos="1420" w:val="left" w:leader="none"/>
        </w:tabs>
        <w:spacing w:line="284" w:lineRule="auto" w:before="72" w:after="0"/>
        <w:ind w:left="1420" w:right="1211" w:hanging="320"/>
        <w:jc w:val="left"/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shared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drive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network. </w:t>
      </w: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folder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course, show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the folder and </w:t>
      </w:r>
      <w:r>
        <w:rPr>
          <w:color w:val="4C4D4F"/>
          <w:spacing w:val="-2"/>
        </w:rPr>
        <w:t>explain</w:t>
      </w:r>
      <w:r>
        <w:rPr>
          <w:color w:val="4C4D4F"/>
          <w:spacing w:val="-1"/>
        </w:rPr>
        <w:t> that all handouts will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available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folder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access.</w:t>
      </w:r>
      <w:r>
        <w:rPr/>
      </w:r>
    </w:p>
    <w:p>
      <w:pPr>
        <w:pStyle w:val="BodyText"/>
        <w:spacing w:line="284" w:lineRule="auto"/>
        <w:ind w:left="1440" w:right="121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1"/>
        </w:rPr>
        <w:t>Note: </w:t>
      </w:r>
      <w:r>
        <w:rPr>
          <w:rFonts w:ascii="Arial" w:hAnsi="Arial" w:cs="Arial" w:eastAsia="Arial"/>
          <w:color w:val="4C4D4F"/>
          <w:spacing w:val="-7"/>
        </w:rPr>
        <w:t>You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want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create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folder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under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shared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where </w:t>
      </w:r>
      <w:r>
        <w:rPr>
          <w:rFonts w:ascii="Arial" w:hAnsi="Arial" w:cs="Arial" w:eastAsia="Arial"/>
          <w:color w:val="4C4D4F"/>
          <w:spacing w:val="-2"/>
        </w:rPr>
        <w:t>you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1"/>
        </w:rPr>
        <w:t>add</w:t>
      </w:r>
      <w:r>
        <w:rPr>
          <w:rFonts w:ascii="Arial" w:hAnsi="Arial" w:cs="Arial" w:eastAsia="Arial"/>
          <w:color w:val="4C4D4F"/>
        </w:rPr>
        <w:t> files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  <w:spacing w:val="37"/>
        </w:rPr>
        <w:t> </w:t>
      </w:r>
      <w:r>
        <w:rPr>
          <w:color w:val="4C4D4F"/>
          <w:spacing w:val="-1"/>
        </w:rPr>
        <w:t>handouts for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access.</w:t>
      </w:r>
      <w:r>
        <w:rPr>
          <w:color w:val="4C4D4F"/>
          <w:spacing w:val="-1"/>
        </w:rPr>
        <w:t> </w:t>
      </w:r>
      <w:r>
        <w:rPr>
          <w:color w:val="4C4D4F"/>
        </w:rPr>
        <w:t>Ask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network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administrator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set</w:t>
      </w:r>
      <w:r>
        <w:rPr>
          <w:color w:val="4C4D4F"/>
        </w:rPr>
        <w:t> </w:t>
      </w:r>
      <w:r>
        <w:rPr>
          <w:color w:val="4C4D4F"/>
          <w:spacing w:val="-1"/>
        </w:rPr>
        <w:t>this folder up </w:t>
      </w:r>
      <w:r>
        <w:rPr>
          <w:color w:val="4C4D4F"/>
        </w:rPr>
        <w:t>so</w:t>
      </w:r>
      <w:r>
        <w:rPr>
          <w:color w:val="4C4D4F"/>
          <w:spacing w:val="-2"/>
        </w:rPr>
        <w:t> you</w:t>
      </w:r>
      <w:r>
        <w:rPr>
          <w:color w:val="4C4D4F"/>
          <w:spacing w:val="69"/>
        </w:rPr>
        <w:t> </w:t>
      </w:r>
      <w:r>
        <w:rPr>
          <w:rFonts w:ascii="Arial" w:hAnsi="Arial" w:cs="Arial" w:eastAsia="Arial"/>
          <w:color w:val="4C4D4F"/>
        </w:rPr>
        <w:t>can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2"/>
        </w:rPr>
        <w:t>add/delete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files,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</w:rPr>
        <w:t>but </w:t>
      </w:r>
      <w:r>
        <w:rPr>
          <w:rFonts w:ascii="Arial" w:hAnsi="Arial" w:cs="Arial" w:eastAsia="Arial"/>
          <w:color w:val="4C4D4F"/>
          <w:spacing w:val="-2"/>
        </w:rPr>
        <w:t>make</w:t>
      </w:r>
      <w:r>
        <w:rPr>
          <w:rFonts w:ascii="Arial" w:hAnsi="Arial" w:cs="Arial" w:eastAsia="Arial"/>
          <w:color w:val="4C4D4F"/>
          <w:spacing w:val="-1"/>
        </w:rPr>
        <w:t> 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can </w:t>
      </w:r>
      <w:r>
        <w:rPr>
          <w:rFonts w:ascii="Arial" w:hAnsi="Arial" w:cs="Arial" w:eastAsia="Arial"/>
          <w:color w:val="4C4D4F"/>
          <w:spacing w:val="-1"/>
        </w:rPr>
        <w:t>only open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 files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 </w:t>
      </w:r>
      <w:r>
        <w:rPr>
          <w:rFonts w:ascii="Arial" w:hAnsi="Arial" w:cs="Arial" w:eastAsia="Arial"/>
          <w:b/>
          <w:bCs/>
          <w:color w:val="4C4D4F"/>
        </w:rPr>
        <w:t>not </w:t>
      </w:r>
      <w:r>
        <w:rPr>
          <w:color w:val="4C4D4F"/>
          <w:spacing w:val="-2"/>
        </w:rPr>
        <w:t>add/delete </w:t>
      </w:r>
      <w:r>
        <w:rPr>
          <w:color w:val="4C4D4F"/>
        </w:rPr>
        <w:t>or</w:t>
      </w:r>
      <w:r>
        <w:rPr>
          <w:color w:val="4C4D4F"/>
          <w:spacing w:val="77"/>
        </w:rPr>
        <w:t> </w:t>
      </w:r>
      <w:r>
        <w:rPr>
          <w:rFonts w:ascii="Arial" w:hAnsi="Arial" w:cs="Arial" w:eastAsia="Arial"/>
          <w:color w:val="4C4D4F"/>
        </w:rPr>
        <w:t>modify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files (“read-only”).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420" w:val="left" w:leader="none"/>
        </w:tabs>
        <w:spacing w:line="240" w:lineRule="auto" w:before="181" w:after="0"/>
        <w:ind w:left="142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home </w:t>
      </w:r>
      <w:r>
        <w:rPr>
          <w:rFonts w:ascii="Arial"/>
          <w:color w:val="4C4D4F"/>
          <w:spacing w:val="-1"/>
        </w:rPr>
        <w:t>drive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network.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440" w:right="1211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The contents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home drive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1"/>
        </w:rPr>
        <w:t>already include </w:t>
      </w:r>
      <w:r>
        <w:rPr>
          <w:color w:val="4C4D4F"/>
          <w:spacing w:val="-2"/>
        </w:rPr>
        <w:t>several</w:t>
      </w:r>
      <w:r>
        <w:rPr>
          <w:color w:val="4C4D4F"/>
          <w:spacing w:val="-1"/>
        </w:rPr>
        <w:t> directories created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system.</w:t>
      </w:r>
      <w:r>
        <w:rPr/>
      </w:r>
    </w:p>
    <w:p>
      <w:pPr>
        <w:pStyle w:val="BodyText"/>
        <w:numPr>
          <w:ilvl w:val="1"/>
          <w:numId w:val="1"/>
        </w:numPr>
        <w:tabs>
          <w:tab w:pos="1420" w:val="left" w:leader="none"/>
        </w:tabs>
        <w:spacing w:line="284" w:lineRule="auto" w:before="181" w:after="0"/>
        <w:ind w:left="1420" w:right="1796" w:hanging="320"/>
        <w:jc w:val="left"/>
      </w:pPr>
      <w:r>
        <w:rPr>
          <w:rFonts w:ascii="Arial" w:hAnsi="Arial" w:cs="Arial" w:eastAsia="Arial"/>
          <w:color w:val="4C4D4F"/>
          <w:spacing w:val="-1"/>
        </w:rPr>
        <w:t>Demonstrate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how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create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folders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home </w:t>
      </w:r>
      <w:r>
        <w:rPr>
          <w:rFonts w:ascii="Arial" w:hAnsi="Arial" w:cs="Arial" w:eastAsia="Arial"/>
          <w:color w:val="4C4D4F"/>
          <w:spacing w:val="-1"/>
        </w:rPr>
        <w:t>drive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keep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students’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information</w:t>
      </w:r>
      <w:r>
        <w:rPr>
          <w:rFonts w:ascii="Arial" w:hAnsi="Arial" w:cs="Arial" w:eastAsia="Arial"/>
          <w:color w:val="4C4D4F"/>
          <w:spacing w:val="49"/>
        </w:rPr>
        <w:t> </w:t>
      </w:r>
      <w:r>
        <w:rPr>
          <w:color w:val="4C4D4F"/>
          <w:spacing w:val="-2"/>
        </w:rPr>
        <w:t>organized. Create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folder named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“Youth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Skills.”</w:t>
      </w:r>
      <w:r>
        <w:rPr/>
      </w:r>
    </w:p>
    <w:p>
      <w:pPr>
        <w:pStyle w:val="BodyText"/>
        <w:numPr>
          <w:ilvl w:val="1"/>
          <w:numId w:val="1"/>
        </w:numPr>
        <w:tabs>
          <w:tab w:pos="1420" w:val="left" w:leader="none"/>
        </w:tabs>
        <w:spacing w:line="240" w:lineRule="auto" w:before="181" w:after="0"/>
        <w:ind w:left="142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printer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network. Do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print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420" w:val="left" w:leader="none"/>
        </w:tabs>
        <w:spacing w:line="240" w:lineRule="auto" w:before="0" w:after="0"/>
        <w:ind w:left="1420" w:right="0" w:hanging="32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navigate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440" w:right="1211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 </w:t>
      </w:r>
      <w:r>
        <w:rPr>
          <w:color w:val="4C4D4F"/>
          <w:spacing w:val="-1"/>
        </w:rPr>
        <w:t>the </w:t>
      </w:r>
      <w:r>
        <w:rPr>
          <w:color w:val="4C4D4F"/>
        </w:rPr>
        <w:t>software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  <w:spacing w:val="-1"/>
        </w:rPr>
        <w:t> 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are </w:t>
      </w:r>
      <w:r>
        <w:rPr>
          <w:color w:val="4C4D4F"/>
          <w:spacing w:val="-2"/>
        </w:rPr>
        <w:t>using.</w:t>
      </w:r>
      <w:r>
        <w:rPr>
          <w:color w:val="4C4D4F"/>
          <w:spacing w:val="-1"/>
        </w:rPr>
        <w:t> If</w:t>
      </w:r>
      <w:r>
        <w:rPr>
          <w:color w:val="4C4D4F"/>
        </w:rPr>
        <w:t> </w:t>
      </w:r>
      <w:r>
        <w:rPr>
          <w:color w:val="4C4D4F"/>
          <w:spacing w:val="-1"/>
        </w:rPr>
        <w:t>not,</w:t>
      </w:r>
      <w:r>
        <w:rPr>
          <w:color w:val="4C4D4F"/>
          <w:spacing w:val="69"/>
          <w:w w:val="99"/>
        </w:rPr>
        <w:t> </w:t>
      </w:r>
      <w:r>
        <w:rPr>
          <w:color w:val="4C4D4F"/>
        </w:rPr>
        <w:t>contact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network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administrator.</w:t>
      </w:r>
      <w:r>
        <w:rPr/>
      </w:r>
    </w:p>
    <w:p>
      <w:pPr>
        <w:pStyle w:val="BodyText"/>
        <w:numPr>
          <w:ilvl w:val="1"/>
          <w:numId w:val="1"/>
        </w:numPr>
        <w:tabs>
          <w:tab w:pos="1420" w:val="left" w:leader="none"/>
        </w:tabs>
        <w:spacing w:line="284" w:lineRule="auto" w:before="181" w:after="0"/>
        <w:ind w:left="1420" w:right="1758" w:hanging="320"/>
        <w:jc w:val="both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logout. Explain that logging out is </w:t>
      </w:r>
      <w:r>
        <w:rPr>
          <w:color w:val="4C4D4F"/>
        </w:rPr>
        <w:t>very important</w:t>
      </w:r>
      <w:r>
        <w:rPr>
          <w:color w:val="4C4D4F"/>
          <w:spacing w:val="-1"/>
        </w:rPr>
        <w:t> because </w:t>
      </w:r>
      <w:r>
        <w:rPr>
          <w:color w:val="4C4D4F"/>
          <w:spacing w:val="-2"/>
        </w:rPr>
        <w:t>leaving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yourself</w:t>
      </w:r>
      <w:r>
        <w:rPr>
          <w:rFonts w:ascii="Arial"/>
          <w:color w:val="4C4D4F"/>
        </w:rPr>
        <w:t> logged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next</w:t>
      </w:r>
      <w:r>
        <w:rPr>
          <w:rFonts w:ascii="Arial"/>
          <w:color w:val="4C4D4F"/>
        </w:rPr>
        <w:t> person who </w:t>
      </w:r>
      <w:r>
        <w:rPr>
          <w:rFonts w:ascii="Arial"/>
          <w:color w:val="4C4D4F"/>
          <w:spacing w:val="-1"/>
        </w:rPr>
        <w:t>uses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computer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access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files,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printers,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Internet.</w:t>
      </w:r>
      <w:r>
        <w:rPr/>
      </w:r>
    </w:p>
    <w:sectPr>
      <w:pgSz w:w="12240" w:h="15840"/>
      <w:pgMar w:header="630" w:footer="643" w:top="1080" w:bottom="84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51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1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51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51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15328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86.6pt;height:13pt;mso-position-horizontal-relative:page;mso-position-vertical-relative:page;z-index:-15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Computer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Network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Orientation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15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15256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15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5.437988pt;margin-top:36.876339pt;width:186.6pt;height:13pt;mso-position-horizontal-relative:page;mso-position-vertical-relative:page;z-index:-15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Computer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Network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Orientation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0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3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0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3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0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06" w:hanging="3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108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108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yperlink" Target="http://www.youtube.com/watch?v=aQVuZKLtBJg" TargetMode="External"/><Relationship Id="rId16" Type="http://schemas.openxmlformats.org/officeDocument/2006/relationships/hyperlink" Target="http://www.youtube.com/watch?v=3JzalEkugkI" TargetMode="External"/><Relationship Id="rId17" Type="http://schemas.openxmlformats.org/officeDocument/2006/relationships/hyperlink" Target="http://www.youtube.com/watch?v=uIfNIP_NBH0" TargetMode="External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2017-12-06T15:34:23Z</dcterms:created>
  <dcterms:modified xsi:type="dcterms:W3CDTF">2017-12-06T15:34:23Z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